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F0B7A" w14:textId="4283F542" w:rsidR="00007860" w:rsidRDefault="00007860" w:rsidP="00007860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Cs/>
          <w:i/>
          <w:lang w:eastAsia="ar-SA"/>
        </w:rPr>
      </w:pPr>
      <w:r w:rsidRPr="18B1CDF8">
        <w:rPr>
          <w:rFonts w:ascii="Times New Roman" w:hAnsi="Times New Roman"/>
          <w:b/>
          <w:bCs/>
        </w:rPr>
        <w:t xml:space="preserve"> </w:t>
      </w:r>
      <w:r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5389A4BD" w14:textId="6988135F" w:rsidR="00F91BEE" w:rsidRPr="00B50BA9" w:rsidRDefault="00CD6897" w:rsidP="00F91BEE">
      <w:pPr>
        <w:spacing w:line="240" w:lineRule="auto"/>
        <w:jc w:val="right"/>
        <w:rPr>
          <w:rFonts w:ascii="Corbel" w:hAnsi="Corbel"/>
          <w:iCs/>
          <w:lang w:eastAsia="ar-SA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281CFA2" w14:textId="77777777" w:rsidR="00F91BEE" w:rsidRPr="00F91BEE" w:rsidRDefault="00F91BEE" w:rsidP="00F91BE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91BEE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907660D" w14:textId="6E7F8690" w:rsidR="00F91BEE" w:rsidRPr="00F91BEE" w:rsidRDefault="00F91BEE" w:rsidP="00F91BE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91BEE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007860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F91BEE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007860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1BE2BF4A" w14:textId="77777777" w:rsidR="00F91BEE" w:rsidRPr="00F91BEE" w:rsidRDefault="00F91BEE" w:rsidP="00F91BE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F91BEE">
        <w:rPr>
          <w:rFonts w:ascii="Corbel" w:hAnsi="Corbel"/>
          <w:i/>
          <w:sz w:val="20"/>
          <w:szCs w:val="20"/>
          <w:lang w:eastAsia="ar-SA"/>
        </w:rPr>
        <w:t>(skrajne daty</w:t>
      </w:r>
      <w:r w:rsidRPr="00F91BEE">
        <w:rPr>
          <w:rFonts w:ascii="Corbel" w:hAnsi="Corbel"/>
          <w:sz w:val="20"/>
          <w:szCs w:val="20"/>
          <w:lang w:eastAsia="ar-SA"/>
        </w:rPr>
        <w:t>)</w:t>
      </w:r>
    </w:p>
    <w:p w14:paraId="4B9FE7BC" w14:textId="52E1BC35" w:rsidR="00F91BEE" w:rsidRPr="00F91BEE" w:rsidRDefault="00F91BEE" w:rsidP="00F91BE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F91BEE">
        <w:rPr>
          <w:rFonts w:ascii="Corbel" w:hAnsi="Corbel"/>
          <w:sz w:val="20"/>
          <w:szCs w:val="20"/>
          <w:lang w:eastAsia="ar-SA"/>
        </w:rPr>
        <w:t>Rok akademicki 202</w:t>
      </w:r>
      <w:r w:rsidR="00007860">
        <w:rPr>
          <w:rFonts w:ascii="Corbel" w:hAnsi="Corbel"/>
          <w:sz w:val="20"/>
          <w:szCs w:val="20"/>
          <w:lang w:eastAsia="ar-SA"/>
        </w:rPr>
        <w:t>5</w:t>
      </w:r>
      <w:r w:rsidRPr="00F91BEE">
        <w:rPr>
          <w:rFonts w:ascii="Corbel" w:hAnsi="Corbel"/>
          <w:sz w:val="20"/>
          <w:szCs w:val="20"/>
          <w:lang w:eastAsia="ar-SA"/>
        </w:rPr>
        <w:t>/202</w:t>
      </w:r>
      <w:r w:rsidR="00007860">
        <w:rPr>
          <w:rFonts w:ascii="Corbel" w:hAnsi="Corbel"/>
          <w:sz w:val="20"/>
          <w:szCs w:val="20"/>
          <w:lang w:eastAsia="ar-SA"/>
        </w:rPr>
        <w:t>6</w:t>
      </w:r>
    </w:p>
    <w:p w14:paraId="5089F69B" w14:textId="77777777" w:rsidR="00F91BEE" w:rsidRPr="00F91BEE" w:rsidRDefault="00F91BEE" w:rsidP="00F91BEE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57C673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B4AB49" w14:textId="77777777" w:rsidTr="07CB9AEA">
        <w:tc>
          <w:tcPr>
            <w:tcW w:w="2694" w:type="dxa"/>
            <w:vAlign w:val="center"/>
          </w:tcPr>
          <w:p w14:paraId="735AEA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DE2817" w14:textId="77777777" w:rsidR="0085747A" w:rsidRPr="00196B4C" w:rsidRDefault="002A3D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96B4C">
              <w:rPr>
                <w:rFonts w:ascii="Corbel" w:hAnsi="Corbel"/>
                <w:bCs/>
                <w:sz w:val="24"/>
                <w:szCs w:val="24"/>
              </w:rPr>
              <w:t>Organizacja struktur i zadań administracji publicznej</w:t>
            </w:r>
          </w:p>
        </w:tc>
      </w:tr>
      <w:tr w:rsidR="0085747A" w:rsidRPr="009C54AE" w14:paraId="2161DA2A" w14:textId="77777777" w:rsidTr="07CB9AEA">
        <w:tc>
          <w:tcPr>
            <w:tcW w:w="2694" w:type="dxa"/>
            <w:vAlign w:val="center"/>
          </w:tcPr>
          <w:p w14:paraId="281BDA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9850D5" w14:textId="77777777" w:rsidR="0085747A" w:rsidRPr="009C54AE" w:rsidRDefault="00177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FDB">
              <w:rPr>
                <w:rFonts w:ascii="Corbel" w:hAnsi="Corbel"/>
                <w:b w:val="0"/>
                <w:sz w:val="24"/>
                <w:szCs w:val="24"/>
              </w:rPr>
              <w:t>ASO 09</w:t>
            </w:r>
          </w:p>
        </w:tc>
      </w:tr>
      <w:tr w:rsidR="0085747A" w:rsidRPr="009C54AE" w14:paraId="227ED314" w14:textId="77777777" w:rsidTr="07CB9AEA">
        <w:tc>
          <w:tcPr>
            <w:tcW w:w="2694" w:type="dxa"/>
            <w:vAlign w:val="center"/>
          </w:tcPr>
          <w:p w14:paraId="41FB4E7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FE9AA0" w14:textId="2EEA93CE" w:rsidR="0085747A" w:rsidRPr="009C54AE" w:rsidRDefault="000078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860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0D0FE4E9" w14:textId="77777777" w:rsidTr="07CB9AEA">
        <w:tc>
          <w:tcPr>
            <w:tcW w:w="2694" w:type="dxa"/>
            <w:vAlign w:val="center"/>
          </w:tcPr>
          <w:p w14:paraId="76746F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F0B9AC" w14:textId="4A2F15C2" w:rsidR="0085747A" w:rsidRPr="009C54AE" w:rsidRDefault="00BA38CE" w:rsidP="07CB9A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49D5D249" w14:textId="77777777" w:rsidTr="07CB9AEA">
        <w:tc>
          <w:tcPr>
            <w:tcW w:w="2694" w:type="dxa"/>
            <w:vAlign w:val="center"/>
          </w:tcPr>
          <w:p w14:paraId="35CD88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E73B2C" w14:textId="77777777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113B063" w14:textId="77777777" w:rsidTr="07CB9AEA">
        <w:tc>
          <w:tcPr>
            <w:tcW w:w="2694" w:type="dxa"/>
            <w:vAlign w:val="center"/>
          </w:tcPr>
          <w:p w14:paraId="2AF1296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CE9AC2" w14:textId="77777777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56000AFF" w14:textId="77777777" w:rsidTr="07CB9AEA">
        <w:tc>
          <w:tcPr>
            <w:tcW w:w="2694" w:type="dxa"/>
            <w:vAlign w:val="center"/>
          </w:tcPr>
          <w:p w14:paraId="3B628A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6363FF" w14:textId="77777777" w:rsidR="0085747A" w:rsidRPr="009C54AE" w:rsidRDefault="00196B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06956A84" w14:textId="77777777" w:rsidTr="07CB9AEA">
        <w:tc>
          <w:tcPr>
            <w:tcW w:w="2694" w:type="dxa"/>
            <w:vAlign w:val="center"/>
          </w:tcPr>
          <w:p w14:paraId="5AB2B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52EE87" w14:textId="77777777" w:rsidR="0085747A" w:rsidRPr="009C54AE" w:rsidRDefault="00770948" w:rsidP="007709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85747A" w:rsidRPr="009C54AE" w14:paraId="4B182A6B" w14:textId="77777777" w:rsidTr="07CB9AEA">
        <w:tc>
          <w:tcPr>
            <w:tcW w:w="2694" w:type="dxa"/>
            <w:vAlign w:val="center"/>
          </w:tcPr>
          <w:p w14:paraId="2D2409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92C18D" w14:textId="77777777" w:rsidR="0085747A" w:rsidRPr="009C54AE" w:rsidRDefault="00196B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r w:rsidR="00656B78">
              <w:rPr>
                <w:rFonts w:ascii="Corbel" w:hAnsi="Corbel"/>
                <w:b w:val="0"/>
                <w:sz w:val="24"/>
                <w:szCs w:val="24"/>
              </w:rPr>
              <w:t>/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5DAAF5BD" w14:textId="77777777" w:rsidTr="07CB9AEA">
        <w:tc>
          <w:tcPr>
            <w:tcW w:w="2694" w:type="dxa"/>
            <w:vAlign w:val="center"/>
          </w:tcPr>
          <w:p w14:paraId="79202F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D698A6" w14:textId="77777777" w:rsidR="0085747A" w:rsidRPr="009C54AE" w:rsidRDefault="005C7657" w:rsidP="07CB9A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CB9AEA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9C54AE" w14:paraId="267EE80F" w14:textId="77777777" w:rsidTr="07CB9AEA">
        <w:tc>
          <w:tcPr>
            <w:tcW w:w="2694" w:type="dxa"/>
            <w:vAlign w:val="center"/>
          </w:tcPr>
          <w:p w14:paraId="02A240E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A0D7AE" w14:textId="77777777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D0C1C8" w14:textId="77777777" w:rsidTr="07CB9AEA">
        <w:tc>
          <w:tcPr>
            <w:tcW w:w="2694" w:type="dxa"/>
            <w:vAlign w:val="center"/>
          </w:tcPr>
          <w:p w14:paraId="6D995A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365111" w14:textId="4508F35A" w:rsidR="0085747A" w:rsidRPr="009C54AE" w:rsidRDefault="002825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85747A" w:rsidRPr="009C54AE" w14:paraId="3EB5B218" w14:textId="77777777" w:rsidTr="07CB9AEA">
        <w:tc>
          <w:tcPr>
            <w:tcW w:w="2694" w:type="dxa"/>
            <w:vAlign w:val="center"/>
          </w:tcPr>
          <w:p w14:paraId="50A6EF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A85276" w14:textId="79040104" w:rsidR="00007860" w:rsidRDefault="00282551" w:rsidP="002B2A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07860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  <w:p w14:paraId="39D86C0B" w14:textId="3D106966" w:rsidR="00B84790" w:rsidRPr="009C54AE" w:rsidRDefault="00B84790" w:rsidP="002B2A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Dominika Nowak </w:t>
            </w:r>
          </w:p>
        </w:tc>
      </w:tr>
    </w:tbl>
    <w:p w14:paraId="5B7E233A" w14:textId="2B17C38C" w:rsidR="0085747A" w:rsidRDefault="0085747A" w:rsidP="00531A2C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7CB9AEA">
        <w:rPr>
          <w:rFonts w:ascii="Corbel" w:hAnsi="Corbel"/>
          <w:sz w:val="24"/>
          <w:szCs w:val="24"/>
        </w:rPr>
        <w:t xml:space="preserve">* </w:t>
      </w:r>
      <w:r w:rsidRPr="07CB9AEA">
        <w:rPr>
          <w:rFonts w:ascii="Corbel" w:hAnsi="Corbel"/>
          <w:i/>
          <w:iCs/>
          <w:sz w:val="24"/>
          <w:szCs w:val="24"/>
        </w:rPr>
        <w:t>-</w:t>
      </w:r>
      <w:r w:rsidR="00B90885" w:rsidRPr="07CB9AEA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7CB9AEA">
        <w:rPr>
          <w:rFonts w:ascii="Corbel" w:hAnsi="Corbel"/>
          <w:b w:val="0"/>
          <w:sz w:val="24"/>
          <w:szCs w:val="24"/>
        </w:rPr>
        <w:t>e,</w:t>
      </w:r>
      <w:r w:rsidR="00937B12">
        <w:rPr>
          <w:rFonts w:ascii="Corbel" w:hAnsi="Corbel"/>
          <w:b w:val="0"/>
          <w:sz w:val="24"/>
          <w:szCs w:val="24"/>
        </w:rPr>
        <w:t xml:space="preserve"> </w:t>
      </w:r>
      <w:r w:rsidRPr="07CB9AEA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7CB9AEA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3FBD0E33" w14:textId="77777777" w:rsidR="00531A2C" w:rsidRPr="009C54AE" w:rsidRDefault="00531A2C" w:rsidP="00531A2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1A401D" w14:textId="7908C98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531A2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71A5C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60"/>
        <w:gridCol w:w="692"/>
        <w:gridCol w:w="821"/>
        <w:gridCol w:w="763"/>
        <w:gridCol w:w="948"/>
        <w:gridCol w:w="1189"/>
        <w:gridCol w:w="1505"/>
      </w:tblGrid>
      <w:tr w:rsidR="00015B8F" w:rsidRPr="009C54AE" w14:paraId="53B4F3AA" w14:textId="77777777" w:rsidTr="07CB9AEA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6471" w14:textId="77777777" w:rsidR="00015B8F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120849" w14:textId="77777777" w:rsidR="00015B8F" w:rsidRPr="009C54AE" w:rsidRDefault="002B5EA0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AC11" w14:textId="77777777" w:rsidR="00015B8F" w:rsidRPr="009C54AE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CFF5" w14:textId="77777777" w:rsidR="00015B8F" w:rsidRPr="009C54AE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C44C" w14:textId="77777777" w:rsidR="00015B8F" w:rsidRPr="009C54AE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465E" w14:textId="77777777" w:rsidR="00015B8F" w:rsidRPr="009C54AE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44D0" w14:textId="77777777" w:rsidR="00015B8F" w:rsidRPr="009C54AE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B009" w14:textId="77777777" w:rsidR="00015B8F" w:rsidRPr="009C54AE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2641" w14:textId="77777777" w:rsidR="00015B8F" w:rsidRPr="009C54AE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756A" w14:textId="77777777" w:rsidR="00015B8F" w:rsidRPr="009C54AE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2944" w14:textId="77777777" w:rsidR="00015B8F" w:rsidRPr="009C54AE" w:rsidRDefault="00015B8F" w:rsidP="00531A2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A400F1B" w14:textId="77777777" w:rsidTr="002B2AE5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920E" w14:textId="77777777" w:rsidR="00015B8F" w:rsidRPr="009C54AE" w:rsidRDefault="00C22009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FFFF" w14:textId="78BE6798" w:rsidR="00015B8F" w:rsidRPr="009C54AE" w:rsidRDefault="00B71BB8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BC77" w14:textId="3CF29DDC" w:rsidR="00015B8F" w:rsidRPr="009C54AE" w:rsidRDefault="00015B8F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1178" w14:textId="77777777" w:rsidR="00015B8F" w:rsidRPr="009C54AE" w:rsidRDefault="00015B8F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2CB1" w14:textId="77777777" w:rsidR="00015B8F" w:rsidRPr="009C54AE" w:rsidRDefault="00015B8F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6523" w14:textId="77777777" w:rsidR="00015B8F" w:rsidRPr="009C54AE" w:rsidRDefault="00015B8F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933C" w14:textId="77777777" w:rsidR="00015B8F" w:rsidRPr="009C54AE" w:rsidRDefault="00015B8F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1C06" w14:textId="77777777" w:rsidR="00015B8F" w:rsidRPr="009C54AE" w:rsidRDefault="00015B8F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C0A3" w14:textId="77777777" w:rsidR="00015B8F" w:rsidRPr="009C54AE" w:rsidRDefault="00015B8F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F85F" w14:textId="77777777" w:rsidR="00015B8F" w:rsidRPr="009C54AE" w:rsidRDefault="00CD5033" w:rsidP="00531A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6905A4B" w14:textId="77777777" w:rsidR="00923D7D" w:rsidRPr="009C54AE" w:rsidRDefault="00923D7D" w:rsidP="00531A2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E4E722" w14:textId="77777777" w:rsidR="0085747A" w:rsidRDefault="0085747A" w:rsidP="00531A2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37A33" w14:textId="77777777" w:rsidR="002B2AE5" w:rsidRPr="009C54AE" w:rsidRDefault="002B2AE5" w:rsidP="00531A2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A83CECE" w14:textId="3611BDD0" w:rsidR="0085747A" w:rsidRPr="00B71BB8" w:rsidRDefault="00B71BB8" w:rsidP="00531A2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  </w:t>
      </w:r>
      <w:r w:rsidR="0085747A" w:rsidRPr="00B71BB8">
        <w:rPr>
          <w:rFonts w:ascii="Corbel" w:hAnsi="Corbel"/>
          <w:bCs/>
          <w:smallCaps w:val="0"/>
          <w:szCs w:val="24"/>
        </w:rPr>
        <w:t xml:space="preserve"> </w:t>
      </w:r>
      <w:r w:rsidR="006E694F" w:rsidRPr="00B71BB8">
        <w:rPr>
          <w:rFonts w:ascii="Corbel" w:hAnsi="Corbel"/>
          <w:bCs/>
          <w:smallCaps w:val="0"/>
          <w:szCs w:val="24"/>
        </w:rPr>
        <w:t xml:space="preserve">  </w:t>
      </w:r>
      <w:r w:rsidR="0085747A" w:rsidRPr="00B71BB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DA18B4E" w14:textId="7DF188E7" w:rsidR="0085747A" w:rsidRPr="00CC0EF1" w:rsidRDefault="00770948" w:rsidP="00531A2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B2AE5">
        <w:rPr>
          <w:rFonts w:ascii="Corbel" w:eastAsia="MS Gothic" w:hAnsi="Corbel" w:cs="MS Gothic"/>
          <w:bCs/>
          <w:szCs w:val="24"/>
          <w:u w:val="single"/>
        </w:rPr>
        <w:t>x</w:t>
      </w:r>
      <w:r w:rsidR="0085747A" w:rsidRPr="002B2AE5">
        <w:rPr>
          <w:rFonts w:ascii="Corbel" w:hAnsi="Corbel"/>
          <w:bCs/>
          <w:smallCaps w:val="0"/>
          <w:szCs w:val="24"/>
          <w:u w:val="single"/>
        </w:rPr>
        <w:t xml:space="preserve"> </w:t>
      </w:r>
      <w:r w:rsidR="006E694F">
        <w:rPr>
          <w:rFonts w:ascii="Corbel" w:hAnsi="Corbel"/>
          <w:bCs/>
          <w:smallCaps w:val="0"/>
          <w:szCs w:val="24"/>
          <w:u w:val="single"/>
        </w:rPr>
        <w:t xml:space="preserve">  </w:t>
      </w:r>
      <w:r w:rsidR="0085747A" w:rsidRPr="00CC0EF1">
        <w:rPr>
          <w:rFonts w:ascii="Corbel" w:hAnsi="Corbel"/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14:paraId="7969FA56" w14:textId="77777777" w:rsidR="0085747A" w:rsidRPr="009C54AE" w:rsidRDefault="0085747A" w:rsidP="00531A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5AEA0" w14:textId="23C2E3AD" w:rsidR="00E22FBC" w:rsidRPr="009C54AE" w:rsidRDefault="00E22FBC" w:rsidP="00531A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7CB9AEA">
        <w:rPr>
          <w:rFonts w:ascii="Corbel" w:hAnsi="Corbel"/>
          <w:smallCaps w:val="0"/>
        </w:rPr>
        <w:t>1.3</w:t>
      </w:r>
      <w:r w:rsidR="00531A2C">
        <w:rPr>
          <w:rFonts w:ascii="Corbel" w:hAnsi="Corbel"/>
          <w:smallCaps w:val="0"/>
        </w:rPr>
        <w:t>.</w:t>
      </w:r>
      <w:r w:rsidRPr="07CB9AEA">
        <w:rPr>
          <w:rFonts w:ascii="Corbel" w:hAnsi="Corbel"/>
          <w:smallCaps w:val="0"/>
        </w:rPr>
        <w:t xml:space="preserve"> For</w:t>
      </w:r>
      <w:r w:rsidR="00445970" w:rsidRPr="07CB9AEA">
        <w:rPr>
          <w:rFonts w:ascii="Corbel" w:hAnsi="Corbel"/>
          <w:smallCaps w:val="0"/>
        </w:rPr>
        <w:t xml:space="preserve">ma zaliczenia przedmiotu </w:t>
      </w:r>
      <w:r w:rsidRPr="07CB9AEA">
        <w:rPr>
          <w:rFonts w:ascii="Corbel" w:hAnsi="Corbel"/>
          <w:smallCaps w:val="0"/>
        </w:rPr>
        <w:t xml:space="preserve">(z toku) </w:t>
      </w:r>
      <w:r w:rsidRPr="07CB9AEA">
        <w:rPr>
          <w:rFonts w:ascii="Corbel" w:hAnsi="Corbel"/>
          <w:b w:val="0"/>
          <w:smallCaps w:val="0"/>
        </w:rPr>
        <w:t>(egzamin, zaliczenie z oceną, zaliczenie bez oceny)</w:t>
      </w:r>
    </w:p>
    <w:p w14:paraId="61F913DA" w14:textId="77777777" w:rsidR="00F91BEE" w:rsidRDefault="00F91BEE" w:rsidP="00531A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7B8968" w14:textId="77777777" w:rsidR="009C54AE" w:rsidRPr="00843BD3" w:rsidRDefault="00071105" w:rsidP="00531A2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3BD3">
        <w:rPr>
          <w:rFonts w:ascii="Corbel" w:hAnsi="Corbel"/>
          <w:b w:val="0"/>
          <w:smallCaps w:val="0"/>
          <w:szCs w:val="24"/>
        </w:rPr>
        <w:t xml:space="preserve">Wykład: </w:t>
      </w:r>
      <w:r w:rsidR="00613988">
        <w:rPr>
          <w:rFonts w:ascii="Corbel" w:hAnsi="Corbel"/>
          <w:b w:val="0"/>
          <w:smallCaps w:val="0"/>
          <w:szCs w:val="24"/>
        </w:rPr>
        <w:t>e</w:t>
      </w:r>
      <w:r w:rsidR="004335C5" w:rsidRPr="00843BD3">
        <w:rPr>
          <w:rFonts w:ascii="Corbel" w:hAnsi="Corbel"/>
          <w:b w:val="0"/>
          <w:smallCaps w:val="0"/>
          <w:szCs w:val="24"/>
        </w:rPr>
        <w:t>gzamin</w:t>
      </w:r>
    </w:p>
    <w:p w14:paraId="3C082A15" w14:textId="77777777" w:rsidR="00E960BB" w:rsidRDefault="00E960BB" w:rsidP="00531A2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432F43" w14:textId="0C7947C4" w:rsidR="00E960BB" w:rsidRDefault="0085747A" w:rsidP="00531A2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531A2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C78E9B1" w14:textId="77777777" w:rsidR="00F91BEE" w:rsidRPr="009C54AE" w:rsidRDefault="00F91BEE" w:rsidP="00531A2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771B21AB" w14:textId="77777777" w:rsidTr="00531A2C">
        <w:tc>
          <w:tcPr>
            <w:tcW w:w="9349" w:type="dxa"/>
          </w:tcPr>
          <w:p w14:paraId="55AA08A9" w14:textId="77777777" w:rsidR="0085747A" w:rsidRPr="009C54AE" w:rsidRDefault="006F2AF8" w:rsidP="00531A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dotycząca funkcjonowania administracji publicznej</w:t>
            </w:r>
          </w:p>
        </w:tc>
      </w:tr>
    </w:tbl>
    <w:p w14:paraId="74F96BD0" w14:textId="77777777" w:rsidR="00B71BB8" w:rsidRDefault="00B71BB8" w:rsidP="00531A2C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5E322ED5" w14:textId="3E0B92CF" w:rsidR="0085747A" w:rsidRPr="00C05F44" w:rsidRDefault="0071620A" w:rsidP="07CB9AEA">
      <w:pPr>
        <w:pStyle w:val="Punktygwne"/>
        <w:spacing w:before="0" w:after="0"/>
        <w:rPr>
          <w:rFonts w:ascii="Corbel" w:hAnsi="Corbel"/>
        </w:rPr>
      </w:pPr>
      <w:r w:rsidRPr="07CB9AEA">
        <w:rPr>
          <w:rFonts w:ascii="Corbel" w:hAnsi="Corbel"/>
        </w:rPr>
        <w:lastRenderedPageBreak/>
        <w:t>3.</w:t>
      </w:r>
      <w:r w:rsidR="00531A2C">
        <w:rPr>
          <w:rFonts w:ascii="Corbel" w:hAnsi="Corbel"/>
        </w:rPr>
        <w:t xml:space="preserve"> </w:t>
      </w:r>
      <w:r w:rsidR="00A84C85" w:rsidRPr="07CB9AEA">
        <w:rPr>
          <w:rFonts w:ascii="Corbel" w:hAnsi="Corbel"/>
        </w:rPr>
        <w:t>cele, efekty uczenia się</w:t>
      </w:r>
      <w:r w:rsidR="0085747A" w:rsidRPr="07CB9AEA">
        <w:rPr>
          <w:rFonts w:ascii="Corbel" w:hAnsi="Corbel"/>
        </w:rPr>
        <w:t>, treści Programowe i stosowane metody Dydaktyczne</w:t>
      </w:r>
    </w:p>
    <w:p w14:paraId="463B87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C76FEF" w14:textId="5D0BDF9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531A2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1E1006" w14:textId="77777777" w:rsidR="00F83B28" w:rsidRPr="00531A2C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406" w:rsidRPr="009C54AE" w14:paraId="2216C1C0" w14:textId="77777777" w:rsidTr="00B71BB8">
        <w:tc>
          <w:tcPr>
            <w:tcW w:w="845" w:type="dxa"/>
            <w:vAlign w:val="center"/>
          </w:tcPr>
          <w:p w14:paraId="765974BE" w14:textId="361DF7CF" w:rsidR="00635406" w:rsidRPr="009C54AE" w:rsidRDefault="00635406" w:rsidP="00B71BB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60E09090" w14:textId="77777777" w:rsidR="00635406" w:rsidRPr="0046136A" w:rsidRDefault="00635406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>Student powinien uzyskać wiedzę z zakresu struktur i zadań administracji publicznej.</w:t>
            </w:r>
          </w:p>
        </w:tc>
      </w:tr>
      <w:tr w:rsidR="00635406" w:rsidRPr="009C54AE" w14:paraId="71A17418" w14:textId="77777777" w:rsidTr="00B71BB8">
        <w:tc>
          <w:tcPr>
            <w:tcW w:w="845" w:type="dxa"/>
            <w:vAlign w:val="center"/>
          </w:tcPr>
          <w:p w14:paraId="5E13A9A1" w14:textId="77777777" w:rsidR="00635406" w:rsidRPr="009C54AE" w:rsidRDefault="00635406" w:rsidP="00B71BB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35F7F3F" w14:textId="77777777" w:rsidR="00635406" w:rsidRPr="0046136A" w:rsidRDefault="00635406" w:rsidP="006A3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3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powinien nabyć umiejętności identyfikacji węzłowych problemów dotyczących struktur i zadań administracji publicznej. </w:t>
            </w:r>
          </w:p>
        </w:tc>
      </w:tr>
    </w:tbl>
    <w:p w14:paraId="59EF9F40" w14:textId="77777777" w:rsidR="07CB9AEA" w:rsidRDefault="07CB9AEA" w:rsidP="07CB9AEA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58BD2EB1" w14:textId="2B8DC69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531A2C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B53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6EE8ADF" w14:textId="77777777" w:rsidTr="0071620A">
        <w:tc>
          <w:tcPr>
            <w:tcW w:w="1701" w:type="dxa"/>
            <w:vAlign w:val="center"/>
          </w:tcPr>
          <w:p w14:paraId="7E32A5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0FA9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E763D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AF5C41A" w14:textId="77777777" w:rsidTr="005E6E85">
        <w:tc>
          <w:tcPr>
            <w:tcW w:w="1701" w:type="dxa"/>
          </w:tcPr>
          <w:p w14:paraId="48525D56" w14:textId="5291CAFD" w:rsidR="0085747A" w:rsidRPr="009C54AE" w:rsidRDefault="0085747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AD37B4B" w14:textId="77777777" w:rsidR="0085747A" w:rsidRPr="009C54AE" w:rsidRDefault="00374494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F81D8A" w:rsidRPr="00F81D8A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14:paraId="3E2DB7ED" w14:textId="77777777" w:rsidR="0085747A" w:rsidRPr="009C54AE" w:rsidRDefault="006207E3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50A91A0E" w14:textId="77777777" w:rsidTr="005E6E85">
        <w:tc>
          <w:tcPr>
            <w:tcW w:w="1701" w:type="dxa"/>
          </w:tcPr>
          <w:p w14:paraId="417124D0" w14:textId="77777777" w:rsidR="0085747A" w:rsidRPr="009C54AE" w:rsidRDefault="0085747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9E13B5" w14:textId="77777777" w:rsidR="0085747A" w:rsidRPr="009C54AE" w:rsidRDefault="00374494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A31C1" w:rsidRPr="006A31C1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73" w:type="dxa"/>
          </w:tcPr>
          <w:p w14:paraId="4766DFEB" w14:textId="77777777" w:rsidR="0085747A" w:rsidRPr="009C54AE" w:rsidRDefault="00F81D8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38413E92" w14:textId="77777777" w:rsidTr="005E6E85">
        <w:tc>
          <w:tcPr>
            <w:tcW w:w="1701" w:type="dxa"/>
          </w:tcPr>
          <w:p w14:paraId="02596335" w14:textId="77777777" w:rsidR="0085747A" w:rsidRPr="009C54AE" w:rsidRDefault="0085747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1D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A3F8CBF" w14:textId="77777777" w:rsidR="0085747A" w:rsidRPr="009C54AE" w:rsidRDefault="00374494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67744" w:rsidRPr="00A67744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33074079" w14:textId="77777777" w:rsidR="0085747A" w:rsidRPr="009C54AE" w:rsidRDefault="00F81D8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81D8A" w:rsidRPr="009C54AE" w14:paraId="416454E6" w14:textId="77777777" w:rsidTr="005E6E85">
        <w:tc>
          <w:tcPr>
            <w:tcW w:w="1701" w:type="dxa"/>
          </w:tcPr>
          <w:p w14:paraId="3A0A2DFF" w14:textId="77777777" w:rsidR="00F81D8A" w:rsidRPr="009C54AE" w:rsidRDefault="00F81D8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3936A00" w14:textId="77777777" w:rsidR="00F81D8A" w:rsidRPr="009C54AE" w:rsidRDefault="00374494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55EE3" w:rsidRPr="00E55EE3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73" w:type="dxa"/>
          </w:tcPr>
          <w:p w14:paraId="39565E16" w14:textId="77777777" w:rsidR="00F81D8A" w:rsidRPr="009C54AE" w:rsidRDefault="00F81D8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81D8A" w:rsidRPr="009C54AE" w14:paraId="5CDEB63D" w14:textId="77777777" w:rsidTr="00B9587A">
        <w:trPr>
          <w:trHeight w:val="1499"/>
        </w:trPr>
        <w:tc>
          <w:tcPr>
            <w:tcW w:w="1701" w:type="dxa"/>
          </w:tcPr>
          <w:p w14:paraId="4119CC67" w14:textId="77777777" w:rsidR="00F81D8A" w:rsidRPr="009C54AE" w:rsidRDefault="00F81D8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15C364E3" w14:textId="77777777" w:rsidR="00F81D8A" w:rsidRPr="009C54AE" w:rsidRDefault="00374494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70C73">
              <w:rPr>
                <w:rFonts w:ascii="Corbel" w:hAnsi="Corbel"/>
                <w:b w:val="0"/>
                <w:smallCaps w:val="0"/>
                <w:szCs w:val="24"/>
              </w:rPr>
              <w:t>jest got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owy </w:t>
            </w:r>
            <w:r w:rsidR="00670C73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587A" w:rsidRPr="00B9587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14:paraId="0402074D" w14:textId="77777777" w:rsidR="00F81D8A" w:rsidRPr="009C54AE" w:rsidRDefault="00F81D8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81D8A" w:rsidRPr="009C54AE" w14:paraId="5A0FCAEB" w14:textId="77777777" w:rsidTr="005E6E85">
        <w:tc>
          <w:tcPr>
            <w:tcW w:w="1701" w:type="dxa"/>
          </w:tcPr>
          <w:p w14:paraId="670234E0" w14:textId="77777777" w:rsidR="00F81D8A" w:rsidRPr="009C54AE" w:rsidRDefault="00F81D8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5AB352BC" w14:textId="77777777" w:rsidR="00F81D8A" w:rsidRPr="009C54AE" w:rsidRDefault="00374494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70C73">
              <w:rPr>
                <w:rFonts w:ascii="Corbel" w:hAnsi="Corbel"/>
                <w:b w:val="0"/>
                <w:smallCaps w:val="0"/>
                <w:szCs w:val="24"/>
              </w:rPr>
              <w:t>jest got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owy </w:t>
            </w:r>
            <w:r w:rsidR="00670C73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670C73" w:rsidRPr="00670C7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14:paraId="2C79DC93" w14:textId="77777777" w:rsidR="00F81D8A" w:rsidRPr="009C54AE" w:rsidRDefault="00F81D8A" w:rsidP="006E6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2AE879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E4A82" w14:textId="77777777" w:rsidR="006E694F" w:rsidRDefault="006E694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337EA5F2" w14:textId="31C9E010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531A2C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3F9A33" w14:textId="77777777" w:rsidR="006E694F" w:rsidRPr="009C54AE" w:rsidRDefault="006E694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B0F78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14BBE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9C54AE" w14:paraId="6FD32E82" w14:textId="77777777" w:rsidTr="07CB9AEA">
        <w:tc>
          <w:tcPr>
            <w:tcW w:w="9633" w:type="dxa"/>
          </w:tcPr>
          <w:p w14:paraId="5278654D" w14:textId="77777777" w:rsidR="0085747A" w:rsidRPr="00B50BA9" w:rsidRDefault="0085747A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0" w:name="_Hlk90193193"/>
            <w:r w:rsidRPr="00B50BA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309BC" w:rsidRPr="009C54AE" w14:paraId="507554C2" w14:textId="77777777" w:rsidTr="07CB9AEA">
        <w:tc>
          <w:tcPr>
            <w:tcW w:w="9633" w:type="dxa"/>
          </w:tcPr>
          <w:p w14:paraId="13AC34E1" w14:textId="77777777" w:rsidR="009309BC" w:rsidRPr="009C54AE" w:rsidRDefault="1B82A925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 xml:space="preserve">Administracja publiczna jako szczególny rodzaj organizacji i instytucji. </w:t>
            </w:r>
          </w:p>
        </w:tc>
      </w:tr>
      <w:tr w:rsidR="009309BC" w:rsidRPr="009C54AE" w14:paraId="2ACEF5F8" w14:textId="77777777" w:rsidTr="07CB9AEA">
        <w:tc>
          <w:tcPr>
            <w:tcW w:w="9633" w:type="dxa"/>
          </w:tcPr>
          <w:p w14:paraId="40417915" w14:textId="77777777" w:rsidR="009309BC" w:rsidRPr="009C54AE" w:rsidRDefault="1B82A925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Zadania administracji publicznej w państwie policyjnym i w państwie prawa. Rys historyczny.</w:t>
            </w:r>
          </w:p>
        </w:tc>
      </w:tr>
      <w:tr w:rsidR="009309BC" w:rsidRPr="009C54AE" w14:paraId="17D75CE9" w14:textId="77777777" w:rsidTr="07CB9AEA">
        <w:tc>
          <w:tcPr>
            <w:tcW w:w="9633" w:type="dxa"/>
          </w:tcPr>
          <w:p w14:paraId="60BEEEAD" w14:textId="77777777" w:rsidR="009309BC" w:rsidRPr="00CB4504" w:rsidRDefault="1B82A925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Główne sfery dzia</w:t>
            </w:r>
            <w:r w:rsidR="22BBE63E" w:rsidRPr="07CB9AEA">
              <w:rPr>
                <w:rFonts w:ascii="Corbel" w:hAnsi="Corbel"/>
                <w:sz w:val="24"/>
                <w:szCs w:val="24"/>
              </w:rPr>
              <w:t>łania administracji publicznej.</w:t>
            </w:r>
            <w:r w:rsidRPr="07CB9AEA">
              <w:rPr>
                <w:rFonts w:ascii="Corbel" w:hAnsi="Corbel"/>
                <w:sz w:val="24"/>
                <w:szCs w:val="24"/>
              </w:rPr>
              <w:t xml:space="preserve"> Organizacja administracji publicznej z </w:t>
            </w:r>
            <w:r w:rsidR="009309BC">
              <w:br/>
            </w:r>
            <w:r w:rsidR="6E9D9697" w:rsidRPr="07CB9AEA">
              <w:rPr>
                <w:rFonts w:ascii="Corbel" w:hAnsi="Corbel"/>
                <w:sz w:val="24"/>
                <w:szCs w:val="24"/>
              </w:rPr>
              <w:t>punktu wid</w:t>
            </w:r>
            <w:r w:rsidRPr="07CB9AEA">
              <w:rPr>
                <w:rFonts w:ascii="Corbel" w:hAnsi="Corbel"/>
                <w:sz w:val="24"/>
                <w:szCs w:val="24"/>
              </w:rPr>
              <w:t>zenia jej zadań.</w:t>
            </w:r>
          </w:p>
        </w:tc>
      </w:tr>
      <w:tr w:rsidR="00071A17" w:rsidRPr="009C54AE" w14:paraId="6737000B" w14:textId="77777777" w:rsidTr="07CB9AEA">
        <w:tc>
          <w:tcPr>
            <w:tcW w:w="9633" w:type="dxa"/>
          </w:tcPr>
          <w:p w14:paraId="3C140600" w14:textId="070B5E50" w:rsidR="00071A17" w:rsidRPr="006459FD" w:rsidRDefault="7ABD09EC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Poziomy zarządzania w administracji publicznej</w:t>
            </w:r>
            <w:r w:rsidR="22BBE63E" w:rsidRPr="07CB9AEA">
              <w:rPr>
                <w:rFonts w:ascii="Corbel" w:hAnsi="Corbel"/>
                <w:sz w:val="24"/>
                <w:szCs w:val="24"/>
              </w:rPr>
              <w:t xml:space="preserve"> i</w:t>
            </w:r>
            <w:r w:rsidR="006E694F">
              <w:rPr>
                <w:rFonts w:ascii="Corbel" w:hAnsi="Corbel"/>
                <w:sz w:val="24"/>
                <w:szCs w:val="24"/>
              </w:rPr>
              <w:t xml:space="preserve"> </w:t>
            </w:r>
            <w:r w:rsidR="22BBE63E" w:rsidRPr="07CB9AEA">
              <w:rPr>
                <w:rFonts w:ascii="Corbel" w:hAnsi="Corbel"/>
                <w:sz w:val="24"/>
                <w:szCs w:val="24"/>
              </w:rPr>
              <w:t>zróżnicowanie</w:t>
            </w:r>
            <w:r w:rsidRPr="07CB9AEA">
              <w:rPr>
                <w:rFonts w:ascii="Corbel" w:hAnsi="Corbel"/>
                <w:sz w:val="24"/>
                <w:szCs w:val="24"/>
              </w:rPr>
              <w:t xml:space="preserve"> uprawnień decyzyjnych </w:t>
            </w:r>
            <w:r w:rsidR="00071A17">
              <w:br/>
            </w:r>
            <w:r w:rsidR="22BBE63E" w:rsidRPr="07CB9AEA">
              <w:rPr>
                <w:rFonts w:ascii="Corbel" w:hAnsi="Corbel"/>
                <w:sz w:val="24"/>
                <w:szCs w:val="24"/>
              </w:rPr>
              <w:t>organów administracji</w:t>
            </w:r>
            <w:r w:rsidRPr="07CB9AEA">
              <w:rPr>
                <w:rFonts w:ascii="Corbel" w:hAnsi="Corbel"/>
                <w:sz w:val="24"/>
                <w:szCs w:val="24"/>
              </w:rPr>
              <w:t xml:space="preserve"> publicznej.</w:t>
            </w:r>
          </w:p>
        </w:tc>
      </w:tr>
      <w:tr w:rsidR="009309BC" w:rsidRPr="009C54AE" w14:paraId="6571B7D9" w14:textId="77777777" w:rsidTr="07CB9AEA">
        <w:tc>
          <w:tcPr>
            <w:tcW w:w="9633" w:type="dxa"/>
          </w:tcPr>
          <w:p w14:paraId="4409A23A" w14:textId="77777777" w:rsidR="00BA3D7A" w:rsidRDefault="1B82A925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Struktury</w:t>
            </w:r>
            <w:r w:rsidR="60223CF6" w:rsidRPr="07CB9AEA">
              <w:rPr>
                <w:rFonts w:ascii="Corbel" w:hAnsi="Corbel"/>
                <w:sz w:val="24"/>
                <w:szCs w:val="24"/>
              </w:rPr>
              <w:t xml:space="preserve"> i organizacja</w:t>
            </w:r>
            <w:r w:rsidRPr="07CB9AEA">
              <w:rPr>
                <w:rFonts w:ascii="Corbel" w:hAnsi="Corbel"/>
                <w:sz w:val="24"/>
                <w:szCs w:val="24"/>
              </w:rPr>
              <w:t xml:space="preserve"> administracji w kontekście stosunków między organami. </w:t>
            </w:r>
          </w:p>
          <w:p w14:paraId="40A16B0E" w14:textId="77777777" w:rsidR="009309BC" w:rsidRDefault="1B82A925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 xml:space="preserve">Centralizacja, </w:t>
            </w:r>
            <w:r w:rsidR="22BBE63E" w:rsidRPr="07CB9AEA">
              <w:rPr>
                <w:rFonts w:ascii="Corbel" w:hAnsi="Corbel"/>
                <w:sz w:val="24"/>
                <w:szCs w:val="24"/>
              </w:rPr>
              <w:t>decentralizacja</w:t>
            </w:r>
            <w:r w:rsidRPr="07CB9AEA">
              <w:rPr>
                <w:rFonts w:ascii="Corbel" w:hAnsi="Corbel"/>
                <w:sz w:val="24"/>
                <w:szCs w:val="24"/>
              </w:rPr>
              <w:t>, dekoncentracja, hierarchiczne podporządkowanie.</w:t>
            </w:r>
          </w:p>
          <w:p w14:paraId="0B94C5B7" w14:textId="77777777" w:rsidR="009F72BC" w:rsidRPr="00CB4504" w:rsidRDefault="1A48DB50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 xml:space="preserve">Administracja </w:t>
            </w:r>
            <w:proofErr w:type="spellStart"/>
            <w:r w:rsidRPr="07CB9AEA">
              <w:rPr>
                <w:rFonts w:ascii="Corbel" w:hAnsi="Corbel"/>
                <w:sz w:val="24"/>
                <w:szCs w:val="24"/>
              </w:rPr>
              <w:t>multicentryczna</w:t>
            </w:r>
            <w:proofErr w:type="spellEnd"/>
            <w:r w:rsidRPr="07CB9A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09BC" w:rsidRPr="009C54AE" w14:paraId="5CD66C2D" w14:textId="77777777" w:rsidTr="07CB9AEA">
        <w:tc>
          <w:tcPr>
            <w:tcW w:w="9633" w:type="dxa"/>
          </w:tcPr>
          <w:p w14:paraId="56A6ECC7" w14:textId="77777777" w:rsidR="009309BC" w:rsidRPr="00CB4504" w:rsidRDefault="1B82A925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 xml:space="preserve">Organizacja i zadania naczelnych i centralnych organów administracji rządowej. </w:t>
            </w:r>
          </w:p>
        </w:tc>
      </w:tr>
      <w:tr w:rsidR="009309BC" w:rsidRPr="009C54AE" w14:paraId="2345BFAB" w14:textId="77777777" w:rsidTr="07CB9AEA">
        <w:tc>
          <w:tcPr>
            <w:tcW w:w="9633" w:type="dxa"/>
          </w:tcPr>
          <w:p w14:paraId="2900EB0B" w14:textId="77777777" w:rsidR="0098561E" w:rsidRPr="00AE4648" w:rsidRDefault="1B82A925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 xml:space="preserve">Rola, miejsce i zadania wojewody jako terenowego organu administracji rządowej w terenie. </w:t>
            </w:r>
          </w:p>
        </w:tc>
      </w:tr>
      <w:tr w:rsidR="009309BC" w:rsidRPr="009C54AE" w14:paraId="7301716D" w14:textId="77777777" w:rsidTr="07CB9AEA">
        <w:tc>
          <w:tcPr>
            <w:tcW w:w="9633" w:type="dxa"/>
          </w:tcPr>
          <w:p w14:paraId="45D6BF37" w14:textId="300A8400" w:rsidR="009309BC" w:rsidRDefault="2ACDD050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Organizacja i zadania terenowych organów administracji rządowej zespolonej oraz innych</w:t>
            </w:r>
            <w:r w:rsidR="006E69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7CB9AEA">
              <w:rPr>
                <w:rFonts w:ascii="Corbel" w:hAnsi="Corbel"/>
                <w:sz w:val="24"/>
                <w:szCs w:val="24"/>
              </w:rPr>
              <w:t>organów terenowych administracji rządowej.</w:t>
            </w:r>
          </w:p>
          <w:p w14:paraId="5A726E61" w14:textId="77777777" w:rsidR="00AE4648" w:rsidRPr="00AE4648" w:rsidRDefault="2ACDD050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Organizacja i zadania terenowych organów administracji rządowej niezespolonej.</w:t>
            </w:r>
          </w:p>
        </w:tc>
      </w:tr>
      <w:tr w:rsidR="009309BC" w:rsidRPr="009C54AE" w14:paraId="79F7B01D" w14:textId="77777777" w:rsidTr="07CB9AEA">
        <w:tc>
          <w:tcPr>
            <w:tcW w:w="9633" w:type="dxa"/>
          </w:tcPr>
          <w:p w14:paraId="19695BE9" w14:textId="77777777" w:rsidR="009309BC" w:rsidRPr="00CB4504" w:rsidRDefault="2ACDD050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Organizacja i zadania organów administracji samorządowej</w:t>
            </w:r>
            <w:r w:rsidR="6EEB97E0" w:rsidRPr="07CB9A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3F55" w:rsidRPr="009C54AE" w14:paraId="5FC31D0E" w14:textId="77777777" w:rsidTr="07CB9AEA">
        <w:tc>
          <w:tcPr>
            <w:tcW w:w="9633" w:type="dxa"/>
          </w:tcPr>
          <w:p w14:paraId="2E2C4AC3" w14:textId="77777777" w:rsidR="00C1487B" w:rsidRDefault="35D81E04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Instrumenty i mechanizmy współ</w:t>
            </w:r>
            <w:r w:rsidR="47D202C5" w:rsidRPr="07CB9AEA">
              <w:rPr>
                <w:rFonts w:ascii="Corbel" w:hAnsi="Corbel"/>
                <w:sz w:val="24"/>
                <w:szCs w:val="24"/>
              </w:rPr>
              <w:t>działania</w:t>
            </w:r>
            <w:r w:rsidRPr="07CB9AEA">
              <w:rPr>
                <w:rFonts w:ascii="Corbel" w:hAnsi="Corbel"/>
                <w:sz w:val="24"/>
                <w:szCs w:val="24"/>
              </w:rPr>
              <w:t xml:space="preserve"> przy wykonywaniu zadań</w:t>
            </w:r>
            <w:r w:rsidR="6DB92979" w:rsidRPr="07CB9AEA">
              <w:rPr>
                <w:rFonts w:ascii="Corbel" w:hAnsi="Corbel"/>
                <w:sz w:val="24"/>
                <w:szCs w:val="24"/>
              </w:rPr>
              <w:t>.</w:t>
            </w:r>
          </w:p>
          <w:p w14:paraId="743CE8FD" w14:textId="77777777" w:rsidR="00CE3F55" w:rsidRPr="00CB4504" w:rsidRDefault="35D81E04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(</w:t>
            </w:r>
            <w:r w:rsidR="6DB92979" w:rsidRPr="07CB9AEA">
              <w:rPr>
                <w:rFonts w:ascii="Corbel" w:hAnsi="Corbel"/>
                <w:sz w:val="24"/>
                <w:szCs w:val="24"/>
              </w:rPr>
              <w:t>kooperacja</w:t>
            </w:r>
            <w:r w:rsidRPr="07CB9AEA">
              <w:rPr>
                <w:rFonts w:ascii="Corbel" w:hAnsi="Corbel"/>
                <w:sz w:val="24"/>
                <w:szCs w:val="24"/>
              </w:rPr>
              <w:t xml:space="preserve"> rządu i </w:t>
            </w:r>
            <w:r w:rsidR="6DB92979" w:rsidRPr="07CB9AEA">
              <w:rPr>
                <w:rFonts w:ascii="Corbel" w:hAnsi="Corbel"/>
                <w:sz w:val="24"/>
                <w:szCs w:val="24"/>
              </w:rPr>
              <w:t>samorządu</w:t>
            </w:r>
            <w:r w:rsidRPr="07CB9AEA">
              <w:rPr>
                <w:rFonts w:ascii="Corbel" w:hAnsi="Corbel"/>
                <w:sz w:val="24"/>
                <w:szCs w:val="24"/>
              </w:rPr>
              <w:t xml:space="preserve">, </w:t>
            </w:r>
            <w:r w:rsidR="6DB92979" w:rsidRPr="07CB9AEA">
              <w:rPr>
                <w:rFonts w:ascii="Corbel" w:hAnsi="Corbel"/>
                <w:sz w:val="24"/>
                <w:szCs w:val="24"/>
              </w:rPr>
              <w:t>współpraca między samorządami).</w:t>
            </w:r>
          </w:p>
        </w:tc>
      </w:tr>
      <w:tr w:rsidR="00657B68" w:rsidRPr="009C54AE" w14:paraId="22061D18" w14:textId="77777777" w:rsidTr="07CB9AEA">
        <w:tc>
          <w:tcPr>
            <w:tcW w:w="9633" w:type="dxa"/>
          </w:tcPr>
          <w:p w14:paraId="5B3E98B2" w14:textId="77777777" w:rsidR="00657B68" w:rsidRPr="00657B68" w:rsidRDefault="181430F6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Instrumenty zarządzania strategicznego w administracji publicznej (strategie rozwoju,</w:t>
            </w:r>
          </w:p>
          <w:p w14:paraId="0B74D31D" w14:textId="77777777" w:rsidR="00657B68" w:rsidRDefault="181430F6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zarządzanie jakością, budżetowanie zadaniowe i wieloletnie planowanie inwestycyjne itp.).</w:t>
            </w:r>
          </w:p>
          <w:p w14:paraId="1BD3A8F9" w14:textId="1E76D0EA" w:rsidR="00EF1666" w:rsidRPr="00077FD4" w:rsidRDefault="222BB4D6" w:rsidP="006E69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Administracja zorientowana na wyniki</w:t>
            </w:r>
            <w:r w:rsidR="5C93D8C3" w:rsidRPr="07CB9AEA">
              <w:rPr>
                <w:rFonts w:ascii="Corbel" w:hAnsi="Corbel"/>
                <w:sz w:val="24"/>
                <w:szCs w:val="24"/>
              </w:rPr>
              <w:t>, zarządzanie przez rezultaty, kontrola zarządcza.</w:t>
            </w:r>
          </w:p>
        </w:tc>
      </w:tr>
      <w:tr w:rsidR="007D107B" w:rsidRPr="009C54AE" w14:paraId="3AB1177D" w14:textId="77777777" w:rsidTr="07CB9AEA">
        <w:tc>
          <w:tcPr>
            <w:tcW w:w="9633" w:type="dxa"/>
          </w:tcPr>
          <w:p w14:paraId="5F96E3E1" w14:textId="77777777" w:rsidR="007D107B" w:rsidRPr="00CB4504" w:rsidRDefault="607CE4B5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Wykonywanie zadań administracji a mechanizmy rynkowe.</w:t>
            </w:r>
          </w:p>
        </w:tc>
      </w:tr>
      <w:tr w:rsidR="007D107B" w:rsidRPr="009C54AE" w14:paraId="2151DD52" w14:textId="77777777" w:rsidTr="07CB9AEA">
        <w:tc>
          <w:tcPr>
            <w:tcW w:w="9633" w:type="dxa"/>
          </w:tcPr>
          <w:p w14:paraId="36DEEDB4" w14:textId="77777777" w:rsidR="007D107B" w:rsidRPr="00CB4504" w:rsidRDefault="61CF6EF3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Rola organizacji pozarządowych w wykonywaniu zadań administracji publicznej.</w:t>
            </w:r>
          </w:p>
        </w:tc>
      </w:tr>
      <w:tr w:rsidR="007D107B" w:rsidRPr="009C54AE" w14:paraId="28D745F5" w14:textId="77777777" w:rsidTr="07CB9AEA">
        <w:tc>
          <w:tcPr>
            <w:tcW w:w="9633" w:type="dxa"/>
          </w:tcPr>
          <w:p w14:paraId="5CA45ED7" w14:textId="77777777" w:rsidR="007D107B" w:rsidRPr="00B6714B" w:rsidRDefault="65B1C749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Sposoby</w:t>
            </w:r>
            <w:r w:rsidR="57B23914" w:rsidRPr="07CB9AEA">
              <w:rPr>
                <w:rFonts w:ascii="Corbel" w:hAnsi="Corbel"/>
                <w:sz w:val="24"/>
                <w:szCs w:val="24"/>
              </w:rPr>
              <w:t xml:space="preserve"> monitorowania wykonywania zadań (kontrola</w:t>
            </w:r>
            <w:r w:rsidR="477FE1DE" w:rsidRPr="07CB9AEA">
              <w:rPr>
                <w:rFonts w:ascii="Corbel" w:hAnsi="Corbel"/>
                <w:sz w:val="24"/>
                <w:szCs w:val="24"/>
              </w:rPr>
              <w:t>, audyt, kontrola jako</w:t>
            </w:r>
            <w:r w:rsidR="68A9B98C" w:rsidRPr="07CB9AEA">
              <w:rPr>
                <w:rFonts w:ascii="Corbel" w:hAnsi="Corbel"/>
                <w:sz w:val="24"/>
                <w:szCs w:val="24"/>
              </w:rPr>
              <w:t>ś</w:t>
            </w:r>
            <w:r w:rsidR="477FE1DE" w:rsidRPr="07CB9AEA">
              <w:rPr>
                <w:rFonts w:ascii="Corbel" w:hAnsi="Corbel"/>
                <w:sz w:val="24"/>
                <w:szCs w:val="24"/>
              </w:rPr>
              <w:t>ci</w:t>
            </w:r>
            <w:r w:rsidR="5C93D8C3" w:rsidRPr="07CB9AEA">
              <w:rPr>
                <w:rFonts w:ascii="Corbel" w:hAnsi="Corbel"/>
                <w:sz w:val="24"/>
                <w:szCs w:val="24"/>
              </w:rPr>
              <w:t>)</w:t>
            </w:r>
            <w:r w:rsidR="47D202C5" w:rsidRPr="07CB9A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3DC0" w:rsidRPr="009C54AE" w14:paraId="501A7D6F" w14:textId="77777777" w:rsidTr="07CB9AEA">
        <w:tc>
          <w:tcPr>
            <w:tcW w:w="9633" w:type="dxa"/>
          </w:tcPr>
          <w:p w14:paraId="65A39866" w14:textId="77777777" w:rsidR="00B93DC0" w:rsidRDefault="2365F857" w:rsidP="006E69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Organizacja adm</w:t>
            </w:r>
            <w:r w:rsidR="333FAC17" w:rsidRPr="07CB9AEA">
              <w:rPr>
                <w:rFonts w:ascii="Corbel" w:hAnsi="Corbel"/>
                <w:sz w:val="24"/>
                <w:szCs w:val="24"/>
              </w:rPr>
              <w:t>inistracji z punktu widzenia jej zasobów kadrowych.</w:t>
            </w:r>
          </w:p>
        </w:tc>
      </w:tr>
      <w:bookmarkEnd w:id="0"/>
    </w:tbl>
    <w:p w14:paraId="234AF93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48AB46" w14:textId="3E1C58CC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  <w:r w:rsidR="00B71BB8">
        <w:rPr>
          <w:rFonts w:ascii="Corbel" w:hAnsi="Corbel"/>
          <w:sz w:val="24"/>
          <w:szCs w:val="24"/>
        </w:rPr>
        <w:t>– nie dotyczy</w:t>
      </w:r>
    </w:p>
    <w:p w14:paraId="67DA9193" w14:textId="632291C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531A2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70FAE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A79A75" w14:textId="638D6C65" w:rsidR="004C6787" w:rsidRPr="006E694F" w:rsidRDefault="006E694F" w:rsidP="006E694F">
      <w:pPr>
        <w:pStyle w:val="Punktygwne"/>
        <w:spacing w:before="0"/>
        <w:rPr>
          <w:rFonts w:ascii="Corbel" w:hAnsi="Corbel"/>
          <w:b w:val="0"/>
          <w:smallCaps w:val="0"/>
          <w:szCs w:val="24"/>
        </w:rPr>
      </w:pPr>
      <w:r w:rsidRPr="006E694F">
        <w:rPr>
          <w:rFonts w:ascii="Corbel" w:hAnsi="Corbel"/>
          <w:b w:val="0"/>
          <w:smallCaps w:val="0"/>
          <w:szCs w:val="24"/>
        </w:rPr>
        <w:t>W</w:t>
      </w:r>
      <w:r w:rsidR="004C6787" w:rsidRPr="006E694F">
        <w:rPr>
          <w:rFonts w:ascii="Corbel" w:hAnsi="Corbel"/>
          <w:b w:val="0"/>
          <w:smallCaps w:val="0"/>
          <w:szCs w:val="24"/>
        </w:rPr>
        <w:t>ykłady: wykład z prezentacją multimedialną, dyskusja, analiza przypadków, kształcenie na odległość</w:t>
      </w:r>
    </w:p>
    <w:p w14:paraId="13307A3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CCF95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386D1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0FCEDF" w14:textId="40407496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531A2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801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07CAA0" w14:textId="77777777" w:rsidTr="00B71BB8">
        <w:tc>
          <w:tcPr>
            <w:tcW w:w="1962" w:type="dxa"/>
            <w:vAlign w:val="center"/>
          </w:tcPr>
          <w:p w14:paraId="38CC6C4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62D9D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4C55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88C4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622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11E3060" w14:textId="77777777" w:rsidTr="00B71BB8">
        <w:tc>
          <w:tcPr>
            <w:tcW w:w="1962" w:type="dxa"/>
          </w:tcPr>
          <w:p w14:paraId="13F529C1" w14:textId="41A8DBD7" w:rsidR="0085747A" w:rsidRPr="006E694F" w:rsidRDefault="006E69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694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="00B71BB8" w:rsidRPr="006E69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71BB8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71BB8" w:rsidRPr="006E69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71B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3F4F8B7C" w14:textId="06068F6A" w:rsidR="0085747A" w:rsidRPr="00D20863" w:rsidRDefault="00D208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69A6DAA1" w14:textId="370B8265" w:rsidR="0085747A" w:rsidRPr="009C54AE" w:rsidRDefault="001714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4DE">
              <w:rPr>
                <w:rFonts w:ascii="Corbel" w:hAnsi="Corbel"/>
                <w:b w:val="0"/>
                <w:szCs w:val="24"/>
              </w:rPr>
              <w:t>w</w:t>
            </w:r>
            <w:r w:rsidR="00B71BB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</w:tbl>
    <w:p w14:paraId="6274B8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F91CC" w14:textId="77777777" w:rsidR="00B71BB8" w:rsidRDefault="00B71BB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2D211CB" w14:textId="502629E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531A2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0016732" w14:textId="724159FD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0C09B6" w14:textId="77777777" w:rsidTr="07CB9AEA">
        <w:tc>
          <w:tcPr>
            <w:tcW w:w="9670" w:type="dxa"/>
          </w:tcPr>
          <w:p w14:paraId="1AAB6345" w14:textId="656B0D46" w:rsidR="0085747A" w:rsidRPr="00B71BB8" w:rsidRDefault="0025575A" w:rsidP="006E694F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70948">
              <w:rPr>
                <w:rFonts w:ascii="Corbel" w:hAnsi="Corbel"/>
                <w:b w:val="0"/>
                <w:smallCaps w:val="0"/>
                <w:szCs w:val="24"/>
              </w:rPr>
              <w:t>Wykład: egzamin ustny lub pisemny – do uzyskania oceny pozytywnej wymagane jest osiągnięcie minimum 50% poprawnych odpowiedzi. Kryteria oceniania aktualny stan prawny, kompletność odpowiedzi, poprawna terminologia, właściwe zastosowanie uzyskanej wiedzy.</w:t>
            </w:r>
          </w:p>
        </w:tc>
      </w:tr>
    </w:tbl>
    <w:p w14:paraId="0530BE50" w14:textId="51F2B35F" w:rsidR="006E694F" w:rsidRDefault="006E694F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A157818" w14:textId="6C048A0B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AD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9C54AE" w14:paraId="434CEFA8" w14:textId="77777777" w:rsidTr="006E694F">
        <w:tc>
          <w:tcPr>
            <w:tcW w:w="5557" w:type="dxa"/>
            <w:vAlign w:val="center"/>
          </w:tcPr>
          <w:p w14:paraId="4C1C31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709FF3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E41814C" w14:textId="77777777" w:rsidTr="006E694F">
        <w:tc>
          <w:tcPr>
            <w:tcW w:w="5557" w:type="dxa"/>
          </w:tcPr>
          <w:p w14:paraId="7992D393" w14:textId="68629CB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7CB9AEA">
              <w:rPr>
                <w:rFonts w:ascii="Corbel" w:hAnsi="Corbel"/>
                <w:sz w:val="24"/>
                <w:szCs w:val="24"/>
              </w:rPr>
              <w:t>G</w:t>
            </w:r>
            <w:r w:rsidR="0085747A" w:rsidRPr="07CB9AEA">
              <w:rPr>
                <w:rFonts w:ascii="Corbel" w:hAnsi="Corbel"/>
                <w:sz w:val="24"/>
                <w:szCs w:val="24"/>
              </w:rPr>
              <w:t>odziny</w:t>
            </w:r>
            <w:r w:rsidR="01CB8D20" w:rsidRPr="07CB9AEA">
              <w:rPr>
                <w:rFonts w:ascii="Corbel" w:hAnsi="Corbel"/>
                <w:sz w:val="24"/>
                <w:szCs w:val="24"/>
              </w:rPr>
              <w:t xml:space="preserve"> z</w:t>
            </w:r>
            <w:r w:rsidR="006E694F">
              <w:rPr>
                <w:rFonts w:ascii="Corbel" w:hAnsi="Corbel"/>
                <w:sz w:val="24"/>
                <w:szCs w:val="24"/>
              </w:rPr>
              <w:t xml:space="preserve"> </w:t>
            </w:r>
            <w:r w:rsidR="37291618" w:rsidRPr="07CB9A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7CB9A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963" w:type="dxa"/>
          </w:tcPr>
          <w:p w14:paraId="10CB9C8D" w14:textId="77777777" w:rsidR="0085747A" w:rsidRPr="009C54AE" w:rsidRDefault="007709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809F491" w14:textId="77777777" w:rsidTr="006E694F">
        <w:tc>
          <w:tcPr>
            <w:tcW w:w="5557" w:type="dxa"/>
          </w:tcPr>
          <w:p w14:paraId="620A23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070F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3BF1D876" w14:textId="77777777" w:rsidR="00C61DC5" w:rsidRPr="009C54AE" w:rsidRDefault="007709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09D0E64A" w14:textId="77777777" w:rsidTr="006E694F">
        <w:tc>
          <w:tcPr>
            <w:tcW w:w="5557" w:type="dxa"/>
          </w:tcPr>
          <w:p w14:paraId="40F84660" w14:textId="1E4CA36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E69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</w:tcPr>
          <w:p w14:paraId="0FB0B9B4" w14:textId="77777777" w:rsidR="00C61DC5" w:rsidRPr="009C54AE" w:rsidRDefault="007709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790E7" w14:textId="77777777" w:rsidTr="006E694F">
        <w:tc>
          <w:tcPr>
            <w:tcW w:w="5557" w:type="dxa"/>
          </w:tcPr>
          <w:p w14:paraId="2E1F6BB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067331BB" w14:textId="77777777" w:rsidR="0085747A" w:rsidRPr="009C54AE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76DBC009" w14:textId="77777777" w:rsidTr="006E694F">
        <w:tc>
          <w:tcPr>
            <w:tcW w:w="5557" w:type="dxa"/>
          </w:tcPr>
          <w:p w14:paraId="308EA9B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6C118301" w14:textId="77777777" w:rsidR="0085747A" w:rsidRPr="009C54AE" w:rsidRDefault="00481B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7631114" w14:textId="77777777" w:rsidR="0085747A" w:rsidRPr="009C54AE" w:rsidRDefault="00923D7D" w:rsidP="006E694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809E05C" w14:textId="77777777" w:rsidR="07CB9AEA" w:rsidRDefault="07CB9AEA" w:rsidP="07CB9AEA">
      <w:pPr>
        <w:pStyle w:val="Punktygwne"/>
        <w:spacing w:before="0" w:after="0"/>
        <w:rPr>
          <w:rFonts w:ascii="Corbel" w:hAnsi="Corbel"/>
          <w:smallCaps w:val="0"/>
        </w:rPr>
      </w:pPr>
    </w:p>
    <w:p w14:paraId="3DF0F7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06206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0CC80D50" w14:textId="77777777" w:rsidTr="006E694F">
        <w:trPr>
          <w:trHeight w:val="397"/>
        </w:trPr>
        <w:tc>
          <w:tcPr>
            <w:tcW w:w="3856" w:type="dxa"/>
          </w:tcPr>
          <w:p w14:paraId="2BA6B41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35580517" w14:textId="77777777" w:rsidR="0085747A" w:rsidRPr="009C54AE" w:rsidRDefault="6336213D" w:rsidP="07CB9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9E872AB" w14:textId="77777777" w:rsidTr="006E694F">
        <w:trPr>
          <w:trHeight w:val="397"/>
        </w:trPr>
        <w:tc>
          <w:tcPr>
            <w:tcW w:w="3856" w:type="dxa"/>
          </w:tcPr>
          <w:p w14:paraId="71B374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0C7FB251" w14:textId="77777777" w:rsidR="0085747A" w:rsidRPr="009C54AE" w:rsidRDefault="0700A180" w:rsidP="07CB9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CB9AE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583C82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B60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2DB19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4"/>
      </w:tblGrid>
      <w:tr w:rsidR="0085747A" w:rsidRPr="009C54AE" w14:paraId="6A39AB37" w14:textId="77777777" w:rsidTr="006E694F">
        <w:trPr>
          <w:trHeight w:val="397"/>
        </w:trPr>
        <w:tc>
          <w:tcPr>
            <w:tcW w:w="7684" w:type="dxa"/>
          </w:tcPr>
          <w:p w14:paraId="2002A42E" w14:textId="77777777" w:rsidR="0085747A" w:rsidRDefault="0085747A" w:rsidP="006E694F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6146A3" w14:textId="2DE2022D" w:rsidR="008C507D" w:rsidRPr="00936B6C" w:rsidRDefault="65FAB40C" w:rsidP="006E694F">
            <w:pPr>
              <w:pStyle w:val="Punktygwne"/>
              <w:numPr>
                <w:ilvl w:val="0"/>
                <w:numId w:val="2"/>
              </w:numPr>
              <w:spacing w:before="120" w:after="0"/>
              <w:ind w:left="353"/>
              <w:rPr>
                <w:rFonts w:ascii="Corbel" w:hAnsi="Corbel"/>
                <w:b w:val="0"/>
                <w:smallCaps w:val="0"/>
                <w:color w:val="000000"/>
              </w:rPr>
            </w:pPr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>D.</w:t>
            </w:r>
            <w:r w:rsidR="006E694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>Sześciło</w:t>
            </w:r>
            <w:proofErr w:type="spellEnd"/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(red),</w:t>
            </w:r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Administracja i zarządzanie publiczne. Nauka </w:t>
            </w:r>
            <w:r w:rsidR="006E694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br/>
            </w:r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 współczesnej administracji</w:t>
            </w:r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>, Stowarzyszenie Absolwentów Wydziału Prawa i Administracji Uniwersytetu Warszawskiego, Warszawa 2014</w:t>
            </w:r>
          </w:p>
          <w:p w14:paraId="4EDFB175" w14:textId="77777777" w:rsidR="008C507D" w:rsidRDefault="65FAB40C" w:rsidP="006E694F">
            <w:pPr>
              <w:pStyle w:val="Punktygwne"/>
              <w:numPr>
                <w:ilvl w:val="0"/>
                <w:numId w:val="2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color w:val="000000"/>
              </w:rPr>
            </w:pPr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Boć (red), </w:t>
            </w:r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Nauka administracji</w:t>
            </w:r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>, Kolonia Limited, Wrocław 2013</w:t>
            </w:r>
          </w:p>
          <w:p w14:paraId="1A63301E" w14:textId="527A5376" w:rsidR="00C14C4F" w:rsidRPr="006E694F" w:rsidRDefault="78518BCB" w:rsidP="006E694F">
            <w:pPr>
              <w:pStyle w:val="Punktygwne"/>
              <w:numPr>
                <w:ilvl w:val="0"/>
                <w:numId w:val="2"/>
              </w:numPr>
              <w:spacing w:before="0" w:after="120"/>
              <w:ind w:left="351" w:hanging="357"/>
              <w:rPr>
                <w:rFonts w:ascii="Corbel" w:hAnsi="Corbel"/>
                <w:b w:val="0"/>
                <w:smallCaps w:val="0"/>
                <w:color w:val="000000"/>
              </w:rPr>
            </w:pPr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>Z. Dobrowolski</w:t>
            </w:r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, </w:t>
            </w:r>
            <w:r w:rsidR="6F1EF896"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Administracja publiczna w Polsce. Zarządzanie. </w:t>
            </w:r>
            <w:r w:rsidR="006E694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br/>
            </w:r>
            <w:r w:rsidR="6F1EF896"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Zarys problematyki</w:t>
            </w:r>
            <w:r w:rsidR="6F1EF896"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694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A3694AB"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Instytut Spraw Publicznych UJ, </w:t>
            </w:r>
            <w:r w:rsidR="6F1EF896"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>Kraków 2011</w:t>
            </w:r>
          </w:p>
        </w:tc>
      </w:tr>
      <w:tr w:rsidR="0085747A" w:rsidRPr="009C54AE" w14:paraId="45FD05BA" w14:textId="77777777" w:rsidTr="006E694F">
        <w:trPr>
          <w:trHeight w:val="397"/>
        </w:trPr>
        <w:tc>
          <w:tcPr>
            <w:tcW w:w="7684" w:type="dxa"/>
          </w:tcPr>
          <w:p w14:paraId="416A3F49" w14:textId="77777777" w:rsidR="0085747A" w:rsidRDefault="0085747A" w:rsidP="006E694F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755F67" w14:textId="77777777" w:rsidR="00E7454D" w:rsidRDefault="00E7454D" w:rsidP="006E694F">
            <w:pPr>
              <w:pStyle w:val="Punktygwne"/>
              <w:numPr>
                <w:ilvl w:val="0"/>
                <w:numId w:val="3"/>
              </w:numPr>
              <w:spacing w:before="120" w:after="0"/>
              <w:ind w:left="35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T.Bąkowski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Organizacja administracji publicznej z perspektywy powierzanych jej zadań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2015</w:t>
            </w:r>
          </w:p>
          <w:p w14:paraId="13D9C49E" w14:textId="77777777" w:rsidR="00E64787" w:rsidRDefault="00225B2B" w:rsidP="006E694F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Stahl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727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Jaworska-Dębska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</w:t>
            </w:r>
            <w:r w:rsidRPr="0047275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.), Encyklopedia samorządu terytorialnego. Część 2. Zadania i kompetencje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EF09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4589ED7" w14:textId="77777777" w:rsidR="003B1C7F" w:rsidRDefault="51634580" w:rsidP="006E694F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color w:val="000000"/>
              </w:rPr>
            </w:pPr>
            <w:r w:rsidRPr="07CB9AEA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 xml:space="preserve">A. </w:t>
            </w:r>
            <w:proofErr w:type="spellStart"/>
            <w:r w:rsidRPr="07CB9AEA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>Frączkiewicz</w:t>
            </w:r>
            <w:proofErr w:type="spellEnd"/>
            <w:r w:rsidRPr="07CB9AEA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 xml:space="preserve">-Wronka, </w:t>
            </w:r>
            <w:proofErr w:type="spellStart"/>
            <w:r w:rsidRPr="07CB9AEA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>M.Ćwiklicki</w:t>
            </w:r>
            <w:proofErr w:type="spellEnd"/>
            <w:r w:rsidRPr="07CB9AEA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 xml:space="preserve">, </w:t>
            </w:r>
            <w:r w:rsidRPr="07CB9AEA">
              <w:rPr>
                <w:rFonts w:ascii="Corbel" w:hAnsi="Corbel" w:cs="Calibri,Bold"/>
                <w:b w:val="0"/>
                <w:i/>
                <w:iCs/>
                <w:smallCaps w:val="0"/>
                <w:color w:val="000000" w:themeColor="text1"/>
              </w:rPr>
              <w:t>Zarządzanie publiczne Perspektywa teorii i praktyki</w:t>
            </w:r>
            <w:r w:rsidRPr="07CB9AEA">
              <w:rPr>
                <w:rFonts w:ascii="Corbel" w:hAnsi="Corbel" w:cs="Arial"/>
                <w:b w:val="0"/>
                <w:smallCaps w:val="0"/>
                <w:color w:val="252525"/>
                <w:shd w:val="clear" w:color="auto" w:fill="FFFFFF"/>
              </w:rPr>
              <w:t xml:space="preserve">, Wydawnictwo Uniwersytetu Ekonomicznego w Katowicach, </w:t>
            </w:r>
            <w:r w:rsidRPr="07CB9AEA">
              <w:rPr>
                <w:rFonts w:ascii="Corbel" w:hAnsi="Corbel" w:cs="Calibri,Bold"/>
                <w:b w:val="0"/>
                <w:smallCaps w:val="0"/>
                <w:color w:val="000000" w:themeColor="text1"/>
              </w:rPr>
              <w:t>Katowice 2023</w:t>
            </w:r>
          </w:p>
          <w:p w14:paraId="76D275D8" w14:textId="77777777" w:rsidR="00E64787" w:rsidRDefault="4765EDEC" w:rsidP="006E694F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color w:val="000000"/>
              </w:rPr>
            </w:pPr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M</w:t>
            </w:r>
            <w:r w:rsidR="00D430EC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07CB9AE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Stec, Katarzyna Małysa-Sulińska (red),</w:t>
            </w:r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Podmiotowość samorządu terytorialnego a zakres jego zadań i kompetencji Warszawa: Wolters Kluwer, 2020.</w:t>
            </w:r>
          </w:p>
          <w:p w14:paraId="02FFD436" w14:textId="77777777" w:rsidR="00E64787" w:rsidRPr="00E64787" w:rsidRDefault="4765EDEC" w:rsidP="006E694F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color w:val="000000"/>
              </w:rPr>
            </w:pPr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A. Barczewska-Dziobek, „Podmioty niepubliczne w sferze wykonywania zadań administracji lokalnej” w: W: Dziesięć lat reformy ustrojowej administracji publicznej w Polsce: ogólnopolska konferencja naukowa, Łańcut, 12-14 czerwca 2008 r. / pod red. Jerzego </w:t>
            </w:r>
            <w:proofErr w:type="spellStart"/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Parchomiuka</w:t>
            </w:r>
            <w:proofErr w:type="spellEnd"/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, Bogusława </w:t>
            </w:r>
            <w:proofErr w:type="spellStart"/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Ulijasza</w:t>
            </w:r>
            <w:proofErr w:type="spellEnd"/>
            <w:r w:rsidRPr="07CB9AE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Emila Kruka, Wolters Kluwer Polska, 2009, s. 637-651.</w:t>
            </w:r>
          </w:p>
          <w:p w14:paraId="2B7CCF18" w14:textId="7B098CB3" w:rsidR="00E64787" w:rsidRPr="00CB4504" w:rsidRDefault="00E64787" w:rsidP="006E694F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478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A.Łukaszuk</w:t>
            </w:r>
            <w:proofErr w:type="spellEnd"/>
            <w:r w:rsidRPr="00E6478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="006E694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E647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Prawne uwarunkowania kontroli zarządczej w jednostkach samorządu terytorialnego</w:t>
            </w:r>
            <w:r w:rsidRPr="00E6478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 </w:t>
            </w:r>
            <w:r w:rsidRPr="00E647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Zeszyty Naukowe Uniwersytetu Rzeszowskiego 77, Seria Prawnicza „Prawo12”, Rzeszów 2013 r.</w:t>
            </w:r>
          </w:p>
          <w:p w14:paraId="6E219D64" w14:textId="77777777" w:rsidR="00663DDD" w:rsidRPr="00776F5A" w:rsidRDefault="00E7454D" w:rsidP="006E694F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K.Grosicka</w:t>
            </w:r>
            <w:proofErr w:type="spellEnd"/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L.Grosicki,P.Grosicki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6480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Organizacja i zadania terenowych organów administracji rządowej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Pułtusk-Warszawa 2014</w:t>
            </w:r>
            <w:r w:rsidR="007D61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9FF5B9" w14:textId="77777777" w:rsidR="00776F5A" w:rsidRPr="00D430EC" w:rsidRDefault="00776F5A" w:rsidP="006E694F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I.Bentkowska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-Furman, </w:t>
            </w:r>
            <w:r w:rsidRPr="00135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Zadania samorządu terytorialnego szczebla podstawowego w Rzeczpospolitej Polskiej i wybranych krajach Unii Europejskie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135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O</w:t>
            </w:r>
            <w:r w:rsidR="00135DC4" w:rsidRPr="00135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rganizacje pozarządowe a samorząd - 25 lat doświadczeń / redakcja naukowa: Urszula Szymańska, Piotr Majer, Monika </w:t>
            </w:r>
            <w:proofErr w:type="spellStart"/>
            <w:r w:rsidR="00135DC4" w:rsidRPr="00135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Falej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Warmińsko-Mazurski w Olsztynie 2016.</w:t>
            </w:r>
          </w:p>
          <w:p w14:paraId="05A27F5F" w14:textId="3867A9FC" w:rsidR="00D430EC" w:rsidRPr="00E64787" w:rsidRDefault="00D430EC" w:rsidP="006E694F">
            <w:pPr>
              <w:pStyle w:val="Punktygwne"/>
              <w:numPr>
                <w:ilvl w:val="0"/>
                <w:numId w:val="3"/>
              </w:numPr>
              <w:spacing w:before="0" w:after="120"/>
              <w:ind w:left="351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R.Gawłowski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K.Makowski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Organizacja i zarządzanie w administracji publicznej,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2022</w:t>
            </w:r>
          </w:p>
        </w:tc>
      </w:tr>
    </w:tbl>
    <w:p w14:paraId="16D17C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107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B7CE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B1F4D" w14:textId="77777777" w:rsidR="00737278" w:rsidRDefault="00737278" w:rsidP="00C16ABF">
      <w:pPr>
        <w:spacing w:after="0" w:line="240" w:lineRule="auto"/>
      </w:pPr>
      <w:r>
        <w:separator/>
      </w:r>
    </w:p>
  </w:endnote>
  <w:endnote w:type="continuationSeparator" w:id="0">
    <w:p w14:paraId="48DB672B" w14:textId="77777777" w:rsidR="00737278" w:rsidRDefault="007372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CF410" w14:textId="77777777" w:rsidR="00737278" w:rsidRDefault="00737278" w:rsidP="00C16ABF">
      <w:pPr>
        <w:spacing w:after="0" w:line="240" w:lineRule="auto"/>
      </w:pPr>
      <w:r>
        <w:separator/>
      </w:r>
    </w:p>
  </w:footnote>
  <w:footnote w:type="continuationSeparator" w:id="0">
    <w:p w14:paraId="3410FC59" w14:textId="77777777" w:rsidR="00737278" w:rsidRDefault="00737278" w:rsidP="00C16ABF">
      <w:pPr>
        <w:spacing w:after="0" w:line="240" w:lineRule="auto"/>
      </w:pPr>
      <w:r>
        <w:continuationSeparator/>
      </w:r>
    </w:p>
  </w:footnote>
  <w:footnote w:id="1">
    <w:p w14:paraId="58B600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970738">
    <w:abstractNumId w:val="0"/>
  </w:num>
  <w:num w:numId="2" w16cid:durableId="316691857">
    <w:abstractNumId w:val="2"/>
  </w:num>
  <w:num w:numId="3" w16cid:durableId="29074423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42F"/>
    <w:rsid w:val="000048FD"/>
    <w:rsid w:val="000077B4"/>
    <w:rsid w:val="00007860"/>
    <w:rsid w:val="000116DA"/>
    <w:rsid w:val="00015B8F"/>
    <w:rsid w:val="00022ECE"/>
    <w:rsid w:val="00042A51"/>
    <w:rsid w:val="00042D2E"/>
    <w:rsid w:val="00044C82"/>
    <w:rsid w:val="00070ED6"/>
    <w:rsid w:val="00071105"/>
    <w:rsid w:val="00071A17"/>
    <w:rsid w:val="000742DC"/>
    <w:rsid w:val="00077FD4"/>
    <w:rsid w:val="00084C12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7D49"/>
    <w:rsid w:val="000F1C57"/>
    <w:rsid w:val="000F5615"/>
    <w:rsid w:val="00102111"/>
    <w:rsid w:val="00110896"/>
    <w:rsid w:val="00114015"/>
    <w:rsid w:val="001160DD"/>
    <w:rsid w:val="00124BFF"/>
    <w:rsid w:val="0012560E"/>
    <w:rsid w:val="00127108"/>
    <w:rsid w:val="001341BF"/>
    <w:rsid w:val="00134B13"/>
    <w:rsid w:val="00135DC4"/>
    <w:rsid w:val="00144D08"/>
    <w:rsid w:val="0014611C"/>
    <w:rsid w:val="00146BC0"/>
    <w:rsid w:val="00153C41"/>
    <w:rsid w:val="00154381"/>
    <w:rsid w:val="0015489F"/>
    <w:rsid w:val="00155D0B"/>
    <w:rsid w:val="001640A7"/>
    <w:rsid w:val="00164FA7"/>
    <w:rsid w:val="00166A03"/>
    <w:rsid w:val="00166FD8"/>
    <w:rsid w:val="001714DE"/>
    <w:rsid w:val="001718A7"/>
    <w:rsid w:val="001737CF"/>
    <w:rsid w:val="001755C7"/>
    <w:rsid w:val="00176083"/>
    <w:rsid w:val="00177FDB"/>
    <w:rsid w:val="00190B7C"/>
    <w:rsid w:val="00192F37"/>
    <w:rsid w:val="00196B4C"/>
    <w:rsid w:val="001A3220"/>
    <w:rsid w:val="001A70D2"/>
    <w:rsid w:val="001B7E5F"/>
    <w:rsid w:val="001D657B"/>
    <w:rsid w:val="001D7B54"/>
    <w:rsid w:val="001E0209"/>
    <w:rsid w:val="001F2CA2"/>
    <w:rsid w:val="002144C0"/>
    <w:rsid w:val="0022477D"/>
    <w:rsid w:val="00225B2B"/>
    <w:rsid w:val="002278A9"/>
    <w:rsid w:val="002336F9"/>
    <w:rsid w:val="0024028F"/>
    <w:rsid w:val="00244ABC"/>
    <w:rsid w:val="0025575A"/>
    <w:rsid w:val="00281FF2"/>
    <w:rsid w:val="00282551"/>
    <w:rsid w:val="002857DE"/>
    <w:rsid w:val="00291567"/>
    <w:rsid w:val="002A1705"/>
    <w:rsid w:val="002A229C"/>
    <w:rsid w:val="002A22BF"/>
    <w:rsid w:val="002A2389"/>
    <w:rsid w:val="002A3DD5"/>
    <w:rsid w:val="002A671D"/>
    <w:rsid w:val="002B074F"/>
    <w:rsid w:val="002B2AE5"/>
    <w:rsid w:val="002B4D55"/>
    <w:rsid w:val="002B5EA0"/>
    <w:rsid w:val="002B6119"/>
    <w:rsid w:val="002C1F06"/>
    <w:rsid w:val="002C723C"/>
    <w:rsid w:val="002D3375"/>
    <w:rsid w:val="002D68E8"/>
    <w:rsid w:val="002D73D4"/>
    <w:rsid w:val="002E2C5E"/>
    <w:rsid w:val="002F02A3"/>
    <w:rsid w:val="002F4ABE"/>
    <w:rsid w:val="003018BA"/>
    <w:rsid w:val="0030395F"/>
    <w:rsid w:val="00305C92"/>
    <w:rsid w:val="003151C5"/>
    <w:rsid w:val="003343CF"/>
    <w:rsid w:val="003348E1"/>
    <w:rsid w:val="00346FE9"/>
    <w:rsid w:val="0034759A"/>
    <w:rsid w:val="003503F6"/>
    <w:rsid w:val="003530DD"/>
    <w:rsid w:val="00363F78"/>
    <w:rsid w:val="00365232"/>
    <w:rsid w:val="0037214D"/>
    <w:rsid w:val="00374494"/>
    <w:rsid w:val="00386931"/>
    <w:rsid w:val="003A0A5B"/>
    <w:rsid w:val="003A1176"/>
    <w:rsid w:val="003B1C7F"/>
    <w:rsid w:val="003C0BAE"/>
    <w:rsid w:val="003C5BC8"/>
    <w:rsid w:val="003D18A9"/>
    <w:rsid w:val="003D6CE2"/>
    <w:rsid w:val="003E1941"/>
    <w:rsid w:val="003E2FE6"/>
    <w:rsid w:val="003E3568"/>
    <w:rsid w:val="003E489D"/>
    <w:rsid w:val="003E49D5"/>
    <w:rsid w:val="003F205D"/>
    <w:rsid w:val="003F38C0"/>
    <w:rsid w:val="004075CC"/>
    <w:rsid w:val="00414E3C"/>
    <w:rsid w:val="0042244A"/>
    <w:rsid w:val="004237E4"/>
    <w:rsid w:val="0042745A"/>
    <w:rsid w:val="00431AFC"/>
    <w:rsid w:val="00431D5C"/>
    <w:rsid w:val="004335C5"/>
    <w:rsid w:val="004362C6"/>
    <w:rsid w:val="00437FA2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2C95"/>
    <w:rsid w:val="004840FD"/>
    <w:rsid w:val="00487069"/>
    <w:rsid w:val="00490F7D"/>
    <w:rsid w:val="00491678"/>
    <w:rsid w:val="004968E2"/>
    <w:rsid w:val="00496EC5"/>
    <w:rsid w:val="004A3EEA"/>
    <w:rsid w:val="004A4D1F"/>
    <w:rsid w:val="004C6787"/>
    <w:rsid w:val="004D5282"/>
    <w:rsid w:val="004F1551"/>
    <w:rsid w:val="004F55A3"/>
    <w:rsid w:val="004F6A94"/>
    <w:rsid w:val="0050496F"/>
    <w:rsid w:val="00513B6F"/>
    <w:rsid w:val="00516118"/>
    <w:rsid w:val="00517C63"/>
    <w:rsid w:val="00526C54"/>
    <w:rsid w:val="00531843"/>
    <w:rsid w:val="00531A2C"/>
    <w:rsid w:val="005363C4"/>
    <w:rsid w:val="00536BDE"/>
    <w:rsid w:val="0054348F"/>
    <w:rsid w:val="00543ACC"/>
    <w:rsid w:val="0055366C"/>
    <w:rsid w:val="00565A31"/>
    <w:rsid w:val="0056696D"/>
    <w:rsid w:val="0059484D"/>
    <w:rsid w:val="005A0855"/>
    <w:rsid w:val="005A133C"/>
    <w:rsid w:val="005A3196"/>
    <w:rsid w:val="005C080F"/>
    <w:rsid w:val="005C55E5"/>
    <w:rsid w:val="005C696A"/>
    <w:rsid w:val="005C7657"/>
    <w:rsid w:val="005E6E85"/>
    <w:rsid w:val="005F31D2"/>
    <w:rsid w:val="005F63CC"/>
    <w:rsid w:val="0061029B"/>
    <w:rsid w:val="00613988"/>
    <w:rsid w:val="00617230"/>
    <w:rsid w:val="006207E3"/>
    <w:rsid w:val="00621CE1"/>
    <w:rsid w:val="00627FC9"/>
    <w:rsid w:val="00630E87"/>
    <w:rsid w:val="00635406"/>
    <w:rsid w:val="006459FD"/>
    <w:rsid w:val="00647FA8"/>
    <w:rsid w:val="00650C5F"/>
    <w:rsid w:val="00654934"/>
    <w:rsid w:val="00656B78"/>
    <w:rsid w:val="00657B68"/>
    <w:rsid w:val="006620D9"/>
    <w:rsid w:val="00663DDD"/>
    <w:rsid w:val="00670C73"/>
    <w:rsid w:val="00671958"/>
    <w:rsid w:val="00675843"/>
    <w:rsid w:val="00684F77"/>
    <w:rsid w:val="00687D91"/>
    <w:rsid w:val="00696477"/>
    <w:rsid w:val="006A1BDB"/>
    <w:rsid w:val="006A31C1"/>
    <w:rsid w:val="006A355D"/>
    <w:rsid w:val="006B5C0A"/>
    <w:rsid w:val="006C7DD3"/>
    <w:rsid w:val="006D050F"/>
    <w:rsid w:val="006D6139"/>
    <w:rsid w:val="006E5D65"/>
    <w:rsid w:val="006E694F"/>
    <w:rsid w:val="006F1282"/>
    <w:rsid w:val="006F1FBC"/>
    <w:rsid w:val="006F2AF8"/>
    <w:rsid w:val="006F31E2"/>
    <w:rsid w:val="00706544"/>
    <w:rsid w:val="007072BA"/>
    <w:rsid w:val="0071620A"/>
    <w:rsid w:val="007230C8"/>
    <w:rsid w:val="00724677"/>
    <w:rsid w:val="00725459"/>
    <w:rsid w:val="00726561"/>
    <w:rsid w:val="007327BD"/>
    <w:rsid w:val="00734428"/>
    <w:rsid w:val="00734608"/>
    <w:rsid w:val="007361D3"/>
    <w:rsid w:val="00737278"/>
    <w:rsid w:val="00745302"/>
    <w:rsid w:val="007461D6"/>
    <w:rsid w:val="00746EC8"/>
    <w:rsid w:val="00763BF1"/>
    <w:rsid w:val="00766FD4"/>
    <w:rsid w:val="00770948"/>
    <w:rsid w:val="00776F5A"/>
    <w:rsid w:val="00781643"/>
    <w:rsid w:val="0078168C"/>
    <w:rsid w:val="00787C2A"/>
    <w:rsid w:val="00790E27"/>
    <w:rsid w:val="007A1B6A"/>
    <w:rsid w:val="007A1DFA"/>
    <w:rsid w:val="007A3025"/>
    <w:rsid w:val="007A4022"/>
    <w:rsid w:val="007A6E6E"/>
    <w:rsid w:val="007A71C1"/>
    <w:rsid w:val="007B63CA"/>
    <w:rsid w:val="007C3299"/>
    <w:rsid w:val="007C3BCC"/>
    <w:rsid w:val="007C4546"/>
    <w:rsid w:val="007D107B"/>
    <w:rsid w:val="007D61C0"/>
    <w:rsid w:val="007D6E56"/>
    <w:rsid w:val="007F4155"/>
    <w:rsid w:val="007F4479"/>
    <w:rsid w:val="00804579"/>
    <w:rsid w:val="0081554D"/>
    <w:rsid w:val="0081707E"/>
    <w:rsid w:val="0082095E"/>
    <w:rsid w:val="0083334B"/>
    <w:rsid w:val="008401E9"/>
    <w:rsid w:val="00843BD3"/>
    <w:rsid w:val="008449B3"/>
    <w:rsid w:val="008552A2"/>
    <w:rsid w:val="0085747A"/>
    <w:rsid w:val="0086770E"/>
    <w:rsid w:val="00884922"/>
    <w:rsid w:val="00885F64"/>
    <w:rsid w:val="008917F9"/>
    <w:rsid w:val="00894947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E64F4"/>
    <w:rsid w:val="008E67CE"/>
    <w:rsid w:val="008F12C9"/>
    <w:rsid w:val="008F6E29"/>
    <w:rsid w:val="00916188"/>
    <w:rsid w:val="00923D7D"/>
    <w:rsid w:val="009309BC"/>
    <w:rsid w:val="009315FE"/>
    <w:rsid w:val="00937B12"/>
    <w:rsid w:val="009508DF"/>
    <w:rsid w:val="00950DAC"/>
    <w:rsid w:val="00954A07"/>
    <w:rsid w:val="00963EB2"/>
    <w:rsid w:val="00975EEF"/>
    <w:rsid w:val="0098561E"/>
    <w:rsid w:val="009958AD"/>
    <w:rsid w:val="00997F14"/>
    <w:rsid w:val="009A78D9"/>
    <w:rsid w:val="009C0FFC"/>
    <w:rsid w:val="009C3E31"/>
    <w:rsid w:val="009C54AE"/>
    <w:rsid w:val="009C788E"/>
    <w:rsid w:val="009D3F3B"/>
    <w:rsid w:val="009E0543"/>
    <w:rsid w:val="009E12F7"/>
    <w:rsid w:val="009E1531"/>
    <w:rsid w:val="009E2B20"/>
    <w:rsid w:val="009E3B41"/>
    <w:rsid w:val="009F3C5C"/>
    <w:rsid w:val="009F4610"/>
    <w:rsid w:val="009F72BC"/>
    <w:rsid w:val="009F7382"/>
    <w:rsid w:val="009F7F6B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6C"/>
    <w:rsid w:val="00A56C7D"/>
    <w:rsid w:val="00A601C8"/>
    <w:rsid w:val="00A60799"/>
    <w:rsid w:val="00A66C00"/>
    <w:rsid w:val="00A67744"/>
    <w:rsid w:val="00A818E6"/>
    <w:rsid w:val="00A84C85"/>
    <w:rsid w:val="00A97DE1"/>
    <w:rsid w:val="00AB053C"/>
    <w:rsid w:val="00AB4B05"/>
    <w:rsid w:val="00AC46A3"/>
    <w:rsid w:val="00AD1146"/>
    <w:rsid w:val="00AD27D3"/>
    <w:rsid w:val="00AD66D6"/>
    <w:rsid w:val="00AE1160"/>
    <w:rsid w:val="00AE203C"/>
    <w:rsid w:val="00AE2E74"/>
    <w:rsid w:val="00AE4648"/>
    <w:rsid w:val="00AE5FCB"/>
    <w:rsid w:val="00AE7853"/>
    <w:rsid w:val="00AF22A4"/>
    <w:rsid w:val="00AF2C1E"/>
    <w:rsid w:val="00B06142"/>
    <w:rsid w:val="00B135B1"/>
    <w:rsid w:val="00B14825"/>
    <w:rsid w:val="00B148BA"/>
    <w:rsid w:val="00B15075"/>
    <w:rsid w:val="00B3130B"/>
    <w:rsid w:val="00B40ADB"/>
    <w:rsid w:val="00B43B77"/>
    <w:rsid w:val="00B43E80"/>
    <w:rsid w:val="00B50BA9"/>
    <w:rsid w:val="00B5189F"/>
    <w:rsid w:val="00B607DB"/>
    <w:rsid w:val="00B66529"/>
    <w:rsid w:val="00B6714B"/>
    <w:rsid w:val="00B67897"/>
    <w:rsid w:val="00B71BB8"/>
    <w:rsid w:val="00B75946"/>
    <w:rsid w:val="00B76F69"/>
    <w:rsid w:val="00B8056E"/>
    <w:rsid w:val="00B819C8"/>
    <w:rsid w:val="00B82308"/>
    <w:rsid w:val="00B82DA8"/>
    <w:rsid w:val="00B84790"/>
    <w:rsid w:val="00B90885"/>
    <w:rsid w:val="00B93BCA"/>
    <w:rsid w:val="00B93DC0"/>
    <w:rsid w:val="00B9587A"/>
    <w:rsid w:val="00BA38CE"/>
    <w:rsid w:val="00BA3D7A"/>
    <w:rsid w:val="00BB520A"/>
    <w:rsid w:val="00BC2834"/>
    <w:rsid w:val="00BD1983"/>
    <w:rsid w:val="00BD1D9C"/>
    <w:rsid w:val="00BD3869"/>
    <w:rsid w:val="00BD66E9"/>
    <w:rsid w:val="00BD6FF4"/>
    <w:rsid w:val="00BE14A5"/>
    <w:rsid w:val="00BE177D"/>
    <w:rsid w:val="00BF2C41"/>
    <w:rsid w:val="00C058B4"/>
    <w:rsid w:val="00C05F44"/>
    <w:rsid w:val="00C131B5"/>
    <w:rsid w:val="00C1487B"/>
    <w:rsid w:val="00C14C4F"/>
    <w:rsid w:val="00C16ABF"/>
    <w:rsid w:val="00C170AE"/>
    <w:rsid w:val="00C22009"/>
    <w:rsid w:val="00C25DCF"/>
    <w:rsid w:val="00C26CB7"/>
    <w:rsid w:val="00C324C1"/>
    <w:rsid w:val="00C36992"/>
    <w:rsid w:val="00C56036"/>
    <w:rsid w:val="00C61DC5"/>
    <w:rsid w:val="00C6437F"/>
    <w:rsid w:val="00C67E92"/>
    <w:rsid w:val="00C70A26"/>
    <w:rsid w:val="00C766DF"/>
    <w:rsid w:val="00C91E67"/>
    <w:rsid w:val="00C94B98"/>
    <w:rsid w:val="00CA2B96"/>
    <w:rsid w:val="00CA5089"/>
    <w:rsid w:val="00CA56E5"/>
    <w:rsid w:val="00CB1C49"/>
    <w:rsid w:val="00CC0EF1"/>
    <w:rsid w:val="00CD5033"/>
    <w:rsid w:val="00CD6897"/>
    <w:rsid w:val="00CE2D7F"/>
    <w:rsid w:val="00CE3F55"/>
    <w:rsid w:val="00CE5BAC"/>
    <w:rsid w:val="00CF25BE"/>
    <w:rsid w:val="00CF78ED"/>
    <w:rsid w:val="00D02B25"/>
    <w:rsid w:val="00D02EBA"/>
    <w:rsid w:val="00D17C3C"/>
    <w:rsid w:val="00D20863"/>
    <w:rsid w:val="00D26B2C"/>
    <w:rsid w:val="00D32C52"/>
    <w:rsid w:val="00D34620"/>
    <w:rsid w:val="00D34942"/>
    <w:rsid w:val="00D352C9"/>
    <w:rsid w:val="00D36A69"/>
    <w:rsid w:val="00D425B2"/>
    <w:rsid w:val="00D428D6"/>
    <w:rsid w:val="00D430EC"/>
    <w:rsid w:val="00D552B2"/>
    <w:rsid w:val="00D608D1"/>
    <w:rsid w:val="00D74119"/>
    <w:rsid w:val="00D8075B"/>
    <w:rsid w:val="00D81288"/>
    <w:rsid w:val="00D85336"/>
    <w:rsid w:val="00D8678B"/>
    <w:rsid w:val="00DA2114"/>
    <w:rsid w:val="00DB0AEF"/>
    <w:rsid w:val="00DE09C0"/>
    <w:rsid w:val="00DE43C3"/>
    <w:rsid w:val="00DE4A14"/>
    <w:rsid w:val="00DE68AF"/>
    <w:rsid w:val="00DE738B"/>
    <w:rsid w:val="00DF320D"/>
    <w:rsid w:val="00DF71C8"/>
    <w:rsid w:val="00E129B8"/>
    <w:rsid w:val="00E21E7D"/>
    <w:rsid w:val="00E22FBC"/>
    <w:rsid w:val="00E24BF5"/>
    <w:rsid w:val="00E25338"/>
    <w:rsid w:val="00E3750A"/>
    <w:rsid w:val="00E51E44"/>
    <w:rsid w:val="00E55EE3"/>
    <w:rsid w:val="00E63348"/>
    <w:rsid w:val="00E64787"/>
    <w:rsid w:val="00E742AA"/>
    <w:rsid w:val="00E7454D"/>
    <w:rsid w:val="00E77E88"/>
    <w:rsid w:val="00E80636"/>
    <w:rsid w:val="00E8107D"/>
    <w:rsid w:val="00E821FD"/>
    <w:rsid w:val="00E84D7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9C5"/>
    <w:rsid w:val="00EF1666"/>
    <w:rsid w:val="00F070AB"/>
    <w:rsid w:val="00F12D84"/>
    <w:rsid w:val="00F17567"/>
    <w:rsid w:val="00F27A7B"/>
    <w:rsid w:val="00F526AF"/>
    <w:rsid w:val="00F56B62"/>
    <w:rsid w:val="00F617C3"/>
    <w:rsid w:val="00F7066B"/>
    <w:rsid w:val="00F753D0"/>
    <w:rsid w:val="00F81D8A"/>
    <w:rsid w:val="00F83B28"/>
    <w:rsid w:val="00F877AB"/>
    <w:rsid w:val="00F91BEE"/>
    <w:rsid w:val="00F974DA"/>
    <w:rsid w:val="00FA46E5"/>
    <w:rsid w:val="00FB7DBA"/>
    <w:rsid w:val="00FC1C25"/>
    <w:rsid w:val="00FC3F45"/>
    <w:rsid w:val="00FD0889"/>
    <w:rsid w:val="00FD503F"/>
    <w:rsid w:val="00FD6C90"/>
    <w:rsid w:val="00FD7589"/>
    <w:rsid w:val="00FE1F17"/>
    <w:rsid w:val="00FF016A"/>
    <w:rsid w:val="00FF1401"/>
    <w:rsid w:val="00FF5E7D"/>
    <w:rsid w:val="01CB8D20"/>
    <w:rsid w:val="0700A180"/>
    <w:rsid w:val="071E1664"/>
    <w:rsid w:val="07CB9AEA"/>
    <w:rsid w:val="0E21B411"/>
    <w:rsid w:val="0EF71A9F"/>
    <w:rsid w:val="0FBD8472"/>
    <w:rsid w:val="1265DD24"/>
    <w:rsid w:val="1445D883"/>
    <w:rsid w:val="181430F6"/>
    <w:rsid w:val="19340BD4"/>
    <w:rsid w:val="195C9A05"/>
    <w:rsid w:val="1A48DB50"/>
    <w:rsid w:val="1B82A925"/>
    <w:rsid w:val="222BB4D6"/>
    <w:rsid w:val="22BBE63E"/>
    <w:rsid w:val="2365F857"/>
    <w:rsid w:val="264AD746"/>
    <w:rsid w:val="29694FAB"/>
    <w:rsid w:val="2ACDD050"/>
    <w:rsid w:val="3099889D"/>
    <w:rsid w:val="3115CB9A"/>
    <w:rsid w:val="3138B0C3"/>
    <w:rsid w:val="333FAC17"/>
    <w:rsid w:val="35D81E04"/>
    <w:rsid w:val="37291618"/>
    <w:rsid w:val="3AD45EEC"/>
    <w:rsid w:val="4765EDEC"/>
    <w:rsid w:val="477FE1DE"/>
    <w:rsid w:val="47D202C5"/>
    <w:rsid w:val="4B440FFA"/>
    <w:rsid w:val="51634580"/>
    <w:rsid w:val="57B23914"/>
    <w:rsid w:val="5A3694AB"/>
    <w:rsid w:val="5C93D8C3"/>
    <w:rsid w:val="60223CF6"/>
    <w:rsid w:val="607CE4B5"/>
    <w:rsid w:val="61CF6EF3"/>
    <w:rsid w:val="6336213D"/>
    <w:rsid w:val="65B1C749"/>
    <w:rsid w:val="65FAB40C"/>
    <w:rsid w:val="667088FC"/>
    <w:rsid w:val="68A9B98C"/>
    <w:rsid w:val="6DB92979"/>
    <w:rsid w:val="6E9D9697"/>
    <w:rsid w:val="6EEB97E0"/>
    <w:rsid w:val="6F1EF896"/>
    <w:rsid w:val="738A136A"/>
    <w:rsid w:val="77A8ED18"/>
    <w:rsid w:val="78518BCB"/>
    <w:rsid w:val="7ABD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555E"/>
  <w15:docId w15:val="{76F65048-044A-4C0E-8FCD-E62E9FB18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4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4983C-080F-45AA-B425-8C392C6E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2025-10-14T12:24:00Z</cp:lastPrinted>
  <dcterms:created xsi:type="dcterms:W3CDTF">2024-09-12T14:24:00Z</dcterms:created>
  <dcterms:modified xsi:type="dcterms:W3CDTF">2025-11-20T12:29:00Z</dcterms:modified>
</cp:coreProperties>
</file>